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D3" w:rsidRDefault="005A4BD3" w:rsidP="005A4BD3">
      <w:pPr>
        <w:jc w:val="right"/>
      </w:pPr>
      <w:r>
        <w:t>Names___________________________</w:t>
      </w:r>
    </w:p>
    <w:p w:rsidR="005A4BD3" w:rsidRPr="00AD6939" w:rsidRDefault="005A4BD3" w:rsidP="00AD6939">
      <w:pPr>
        <w:jc w:val="center"/>
        <w:rPr>
          <w:b/>
          <w:sz w:val="24"/>
          <w:szCs w:val="24"/>
        </w:rPr>
      </w:pPr>
      <w:r w:rsidRPr="00AD6939">
        <w:rPr>
          <w:b/>
          <w:sz w:val="24"/>
          <w:szCs w:val="24"/>
        </w:rPr>
        <w:t>ECONOMIC PROFILE OF _______________________________</w:t>
      </w:r>
    </w:p>
    <w:p w:rsidR="00AD6939" w:rsidRPr="00AD6939" w:rsidRDefault="00AD6939">
      <w:pPr>
        <w:rPr>
          <w:u w:val="single"/>
        </w:rPr>
      </w:pPr>
      <w:r w:rsidRPr="00AD6939">
        <w:rPr>
          <w:u w:val="single"/>
        </w:rPr>
        <w:t>Answer the questions below about the country your team chose:</w:t>
      </w:r>
    </w:p>
    <w:p w:rsidR="005A4BD3" w:rsidRDefault="005A4BD3">
      <w:r>
        <w:t>-Paste the flag of your country:</w:t>
      </w:r>
    </w:p>
    <w:p w:rsidR="005A4BD3" w:rsidRDefault="005A4BD3">
      <w:r>
        <w:br/>
        <w:t xml:space="preserve">- What is the current currency? </w:t>
      </w:r>
      <w:r>
        <w:t>(</w:t>
      </w:r>
      <w:proofErr w:type="gramStart"/>
      <w:r>
        <w:t>and</w:t>
      </w:r>
      <w:proofErr w:type="gramEnd"/>
      <w:r>
        <w:t xml:space="preserve"> paste in a picture of that currency)</w:t>
      </w:r>
    </w:p>
    <w:p w:rsidR="005A4BD3" w:rsidRDefault="005A4BD3">
      <w:r>
        <w:br/>
        <w:t xml:space="preserve">– What was the currency in that country in 2000? </w:t>
      </w:r>
      <w:r>
        <w:br/>
      </w:r>
    </w:p>
    <w:p w:rsidR="005A4BD3" w:rsidRDefault="005A4BD3">
      <w:r>
        <w:br/>
        <w:t xml:space="preserve">– What was the rate of exchange for US$1.00 one year ago? </w:t>
      </w:r>
    </w:p>
    <w:p w:rsidR="005A4BD3" w:rsidRDefault="005A4BD3"/>
    <w:p w:rsidR="005A4BD3" w:rsidRDefault="005A4BD3">
      <w:r>
        <w:t>– What is the current rate of exchange for US$1.00?</w:t>
      </w:r>
    </w:p>
    <w:p w:rsidR="005A4BD3" w:rsidRDefault="005A4BD3">
      <w:r>
        <w:br/>
        <w:t>– If it has changed significantly in the last year</w:t>
      </w:r>
      <w:r>
        <w:t>?</w:t>
      </w:r>
    </w:p>
    <w:p w:rsidR="005A4BD3" w:rsidRDefault="005A4BD3"/>
    <w:p w:rsidR="005A4BD3" w:rsidRDefault="005A4BD3">
      <w:r>
        <w:t>- Using “</w:t>
      </w:r>
      <w:proofErr w:type="spellStart"/>
      <w:r>
        <w:t>google</w:t>
      </w:r>
      <w:proofErr w:type="spellEnd"/>
      <w:r>
        <w:t xml:space="preserve"> news” find the top stories of the past year regarding your country.  Explain those stories below:</w:t>
      </w:r>
    </w:p>
    <w:p w:rsidR="005A4BD3" w:rsidRDefault="005A4BD3"/>
    <w:p w:rsidR="005A4BD3" w:rsidRDefault="005A4BD3"/>
    <w:p w:rsidR="005A4BD3" w:rsidRDefault="005A4BD3">
      <w:r>
        <w:t>-Do you think the stories above or any other global stories affected your currency?  How?</w:t>
      </w:r>
    </w:p>
    <w:p w:rsidR="005A4BD3" w:rsidRDefault="005A4BD3"/>
    <w:p w:rsidR="005A4BD3" w:rsidRDefault="005A4BD3">
      <w:r>
        <w:br/>
        <w:t>– What is the average</w:t>
      </w:r>
      <w:r>
        <w:t xml:space="preserve"> annual income in that country? (</w:t>
      </w:r>
      <w:proofErr w:type="gramStart"/>
      <w:r>
        <w:t>in</w:t>
      </w:r>
      <w:proofErr w:type="gramEnd"/>
      <w:r>
        <w:t xml:space="preserve"> both your country’s currency and US currency)</w:t>
      </w:r>
    </w:p>
    <w:p w:rsidR="005A4BD3" w:rsidRDefault="005A4BD3"/>
    <w:p w:rsidR="005A4BD3" w:rsidRDefault="005A4BD3">
      <w:r>
        <w:br/>
        <w:t xml:space="preserve">– </w:t>
      </w:r>
      <w:r>
        <w:t>Find ten everyday products using the cost comparison site at the bottom of this page and compare the price in your country to the USA</w:t>
      </w:r>
    </w:p>
    <w:p w:rsidR="005A4BD3" w:rsidRDefault="005A4BD3"/>
    <w:p w:rsidR="005A4BD3" w:rsidRDefault="005A4BD3"/>
    <w:p w:rsidR="005A4BD3" w:rsidRDefault="005A4BD3"/>
    <w:p w:rsidR="005A4BD3" w:rsidRDefault="005A4BD3">
      <w:r>
        <w:t>What products surprised you?  Why?</w:t>
      </w:r>
    </w:p>
    <w:p w:rsidR="005A4BD3" w:rsidRDefault="005A4BD3">
      <w:r>
        <w:t xml:space="preserve"> </w:t>
      </w:r>
    </w:p>
    <w:p w:rsidR="005A4BD3" w:rsidRDefault="005A4BD3"/>
    <w:p w:rsidR="005A4BD3" w:rsidRDefault="005A4BD3">
      <w:r>
        <w:t>How does the cost of housing compare?</w:t>
      </w:r>
    </w:p>
    <w:p w:rsidR="005A4BD3" w:rsidRDefault="005A4BD3"/>
    <w:p w:rsidR="005A4BD3" w:rsidRDefault="005A4BD3"/>
    <w:p w:rsidR="005A4BD3" w:rsidRPr="00C12989" w:rsidRDefault="005A4BD3" w:rsidP="00C12989">
      <w:pPr>
        <w:jc w:val="center"/>
        <w:rPr>
          <w:u w:val="single"/>
        </w:rPr>
      </w:pPr>
      <w:r>
        <w:br/>
      </w:r>
      <w:r w:rsidRPr="00C12989">
        <w:rPr>
          <w:u w:val="single"/>
        </w:rPr>
        <w:t xml:space="preserve">CREATING A </w:t>
      </w:r>
      <w:r w:rsidRPr="00C12989">
        <w:rPr>
          <w:u w:val="single"/>
        </w:rPr>
        <w:t>BUDGET</w:t>
      </w:r>
      <w:r w:rsidR="00AD6939">
        <w:rPr>
          <w:u w:val="single"/>
        </w:rPr>
        <w:t xml:space="preserve"> ASSIGNMENT</w:t>
      </w:r>
    </w:p>
    <w:p w:rsidR="00AD6939" w:rsidRDefault="00AD6939" w:rsidP="00AD6939">
      <w:pPr>
        <w:pStyle w:val="ListParagraph"/>
        <w:numPr>
          <w:ilvl w:val="0"/>
          <w:numId w:val="1"/>
        </w:numPr>
      </w:pPr>
      <w:proofErr w:type="gramStart"/>
      <w:r>
        <w:t>Use excel</w:t>
      </w:r>
      <w:proofErr w:type="gramEnd"/>
      <w:r>
        <w:t xml:space="preserve"> to create your budget.  When you are finished, turn the information into a pie chart that can be pasted below.</w:t>
      </w:r>
    </w:p>
    <w:p w:rsidR="00AD6939" w:rsidRDefault="00AD6939" w:rsidP="00AD6939">
      <w:pPr>
        <w:pStyle w:val="ListParagraph"/>
        <w:numPr>
          <w:ilvl w:val="0"/>
          <w:numId w:val="1"/>
        </w:numPr>
      </w:pPr>
      <w:r>
        <w:t xml:space="preserve">Your budget for 1 month is 1,500 US dollars.  </w:t>
      </w:r>
    </w:p>
    <w:p w:rsidR="00AD6939" w:rsidRDefault="00AD6939" w:rsidP="00AD6939">
      <w:pPr>
        <w:pStyle w:val="ListParagraph"/>
        <w:numPr>
          <w:ilvl w:val="0"/>
          <w:numId w:val="1"/>
        </w:numPr>
      </w:pPr>
      <w:r>
        <w:t>Try your absolute best to stay in budget, but when/if you reach your monthly budget, you must continue pricing what you need to see how much in debt you would go every month.</w:t>
      </w:r>
    </w:p>
    <w:p w:rsidR="00AD6939" w:rsidRDefault="00AD6939" w:rsidP="00AD6939">
      <w:pPr>
        <w:pStyle w:val="ListParagraph"/>
        <w:numPr>
          <w:ilvl w:val="0"/>
          <w:numId w:val="1"/>
        </w:numPr>
      </w:pPr>
      <w:r>
        <w:t>After pasting your pie chart, answer the reflection questions.</w:t>
      </w:r>
    </w:p>
    <w:p w:rsidR="00C12989" w:rsidRDefault="005A4BD3" w:rsidP="00C12989">
      <w:r>
        <w:t>**keep the following in mind**</w:t>
      </w:r>
      <w:r>
        <w:br/>
        <w:t xml:space="preserve">- What necessary expenses must you prepare for (food, lodging, mass transit, </w:t>
      </w:r>
      <w:r w:rsidR="00C12989">
        <w:t>Internet access, phone, etc.)?</w:t>
      </w:r>
    </w:p>
    <w:p w:rsidR="00472367" w:rsidRDefault="005A4BD3" w:rsidP="00C12989">
      <w:r>
        <w:t xml:space="preserve">– What luxury expenses might you plan for (phone, entertainment, shopping, restaurants, etc.)? </w:t>
      </w:r>
      <w:r>
        <w:br/>
        <w:t>– What emergencies should you prepare for (doctor visits/injury, prescription medicine, transportation if lost, etc.)?</w:t>
      </w:r>
    </w:p>
    <w:p w:rsidR="005A4BD3" w:rsidRPr="00AD6939" w:rsidRDefault="00AD6939">
      <w:pPr>
        <w:rPr>
          <w:u w:val="single"/>
        </w:rPr>
      </w:pPr>
      <w:r w:rsidRPr="00AD6939">
        <w:rPr>
          <w:u w:val="single"/>
        </w:rPr>
        <w:t>REFLECTION QUESTIONS</w:t>
      </w:r>
    </w:p>
    <w:p w:rsidR="00AD6939" w:rsidRDefault="005A4BD3" w:rsidP="005A4BD3">
      <w:pPr>
        <w:pStyle w:val="NormalWeb"/>
      </w:pPr>
      <w:r>
        <w:t xml:space="preserve">– Would you have enough money to survive for one month in that country on your budget? </w:t>
      </w:r>
    </w:p>
    <w:p w:rsidR="00AD6939" w:rsidRDefault="005A4BD3" w:rsidP="005A4BD3">
      <w:pPr>
        <w:pStyle w:val="NormalWeb"/>
      </w:pPr>
      <w:r>
        <w:br/>
        <w:t xml:space="preserve">– Would you have any money left over? </w:t>
      </w:r>
    </w:p>
    <w:p w:rsidR="00AD6939" w:rsidRDefault="005A4BD3" w:rsidP="005A4BD3">
      <w:pPr>
        <w:pStyle w:val="NormalWeb"/>
      </w:pPr>
      <w:r>
        <w:br/>
        <w:t xml:space="preserve">– How, if at all, might your life might be different on that budget? </w:t>
      </w:r>
    </w:p>
    <w:p w:rsidR="00AD6939" w:rsidRDefault="005A4BD3" w:rsidP="005A4BD3">
      <w:pPr>
        <w:pStyle w:val="NormalWeb"/>
      </w:pPr>
      <w:r>
        <w:br/>
        <w:t xml:space="preserve">– What additional things might you be able to buy or do? </w:t>
      </w:r>
    </w:p>
    <w:p w:rsidR="005A4BD3" w:rsidRDefault="005A4BD3" w:rsidP="005A4BD3">
      <w:pPr>
        <w:pStyle w:val="NormalWeb"/>
      </w:pPr>
      <w:r>
        <w:lastRenderedPageBreak/>
        <w:br/>
        <w:t>– What things that you currently buy or do would you have to cut from your routine?</w:t>
      </w:r>
    </w:p>
    <w:p w:rsidR="00AD6939" w:rsidRDefault="00AD6939" w:rsidP="005A4BD3">
      <w:pPr>
        <w:pStyle w:val="NormalWeb"/>
      </w:pPr>
    </w:p>
    <w:p w:rsidR="00AD6939" w:rsidRDefault="00AD6939" w:rsidP="00AD6939">
      <w:pPr>
        <w:pStyle w:val="NormalWeb"/>
      </w:pPr>
      <w:r>
        <w:t xml:space="preserve">– What </w:t>
      </w:r>
      <w:r>
        <w:t>shocked you most about this assignment and the value of our dollar in other countries</w:t>
      </w:r>
      <w:bookmarkStart w:id="0" w:name="_GoBack"/>
      <w:bookmarkEnd w:id="0"/>
      <w:r>
        <w:t>?</w:t>
      </w:r>
    </w:p>
    <w:p w:rsidR="00AD6939" w:rsidRDefault="00AD6939" w:rsidP="005A4BD3">
      <w:pPr>
        <w:pStyle w:val="NormalWeb"/>
      </w:pPr>
    </w:p>
    <w:p w:rsidR="00AD6939" w:rsidRDefault="00AD6939" w:rsidP="00AD6939">
      <w:pPr>
        <w:pStyle w:val="NormalWeb"/>
      </w:pPr>
    </w:p>
    <w:p w:rsidR="005A4BD3" w:rsidRDefault="005A4BD3">
      <w:hyperlink r:id="rId6" w:history="1">
        <w:r>
          <w:rPr>
            <w:rStyle w:val="Hyperlink"/>
          </w:rPr>
          <w:t>http://www.cia.gov/cia/publications/factbook/</w:t>
        </w:r>
      </w:hyperlink>
    </w:p>
    <w:p w:rsidR="005A4BD3" w:rsidRDefault="00AD6939">
      <w:hyperlink r:id="rId7" w:history="1">
        <w:r w:rsidRPr="000D4F38">
          <w:rPr>
            <w:rStyle w:val="Hyperlink"/>
          </w:rPr>
          <w:t>http://www.numbeo.com/cost-of-living/compare_countries.jsp</w:t>
        </w:r>
      </w:hyperlink>
    </w:p>
    <w:p w:rsidR="00AD6939" w:rsidRDefault="00AD6939"/>
    <w:sectPr w:rsidR="00AD6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4411"/>
    <w:multiLevelType w:val="hybridMultilevel"/>
    <w:tmpl w:val="5B24E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0CA"/>
    <w:multiLevelType w:val="hybridMultilevel"/>
    <w:tmpl w:val="D98A1F7E"/>
    <w:lvl w:ilvl="0" w:tplc="2C0E7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D3"/>
    <w:rsid w:val="00472367"/>
    <w:rsid w:val="005A4BD3"/>
    <w:rsid w:val="00AD6939"/>
    <w:rsid w:val="00C1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4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4B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A4B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4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4B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A4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9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2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umbeo.com/cost-of-living/compare_countries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a.gov/cia/publications/factbook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C871CBE5.dotm</Template>
  <TotalTime>31</TotalTime>
  <Pages>3</Pages>
  <Words>420</Words>
  <Characters>2078</Characters>
  <Application>Microsoft Office Word</Application>
  <DocSecurity>0</DocSecurity>
  <Lines>32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1</cp:revision>
  <dcterms:created xsi:type="dcterms:W3CDTF">2012-05-03T12:21:00Z</dcterms:created>
  <dcterms:modified xsi:type="dcterms:W3CDTF">2012-05-03T12:52:00Z</dcterms:modified>
</cp:coreProperties>
</file>