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2A" w:rsidRDefault="00C0216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="00D2772A">
        <w:t>Example from Selected Region</w:t>
      </w:r>
      <w:r w:rsidR="00D2772A">
        <w:tab/>
      </w:r>
      <w:r w:rsidR="00D2772A">
        <w:tab/>
      </w:r>
      <w:r w:rsidR="00D2772A">
        <w:tab/>
        <w:t>Explanation</w:t>
      </w:r>
    </w:p>
    <w:p w:rsidR="00D2772A" w:rsidRDefault="00C02164">
      <w:r w:rsidRPr="00407660">
        <w:rPr>
          <w:noProof/>
          <w:color w:val="00B05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93BF56" wp14:editId="3F200269">
                <wp:simplePos x="0" y="0"/>
                <wp:positionH relativeFrom="column">
                  <wp:posOffset>4457700</wp:posOffset>
                </wp:positionH>
                <wp:positionV relativeFrom="paragraph">
                  <wp:posOffset>635</wp:posOffset>
                </wp:positionV>
                <wp:extent cx="2486025" cy="7048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70485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" o:spid="_x0000_s1026" style="position:absolute;margin-left:351pt;margin-top:.05pt;width:195.75pt;height:5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" fillcolor="white [3201]" strokecolor="#00b050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FFAE77" wp14:editId="17D4D869">
                <wp:simplePos x="0" y="0"/>
                <wp:positionH relativeFrom="column">
                  <wp:posOffset>4457700</wp:posOffset>
                </wp:positionH>
                <wp:positionV relativeFrom="paragraph">
                  <wp:posOffset>1086485</wp:posOffset>
                </wp:positionV>
                <wp:extent cx="2486025" cy="70485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70485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5" o:spid="_x0000_s1026" style="position:absolute;margin-left:351pt;margin-top:85.55pt;width:195.75pt;height:55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" fillcolor="white [3201]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7F0212" wp14:editId="327F42C8">
                <wp:simplePos x="0" y="0"/>
                <wp:positionH relativeFrom="column">
                  <wp:posOffset>4457700</wp:posOffset>
                </wp:positionH>
                <wp:positionV relativeFrom="paragraph">
                  <wp:posOffset>1848485</wp:posOffset>
                </wp:positionV>
                <wp:extent cx="2486025" cy="70485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70485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7" o:spid="_x0000_s1026" style="position:absolute;margin-left:351pt;margin-top:145.55pt;width:195.75pt;height:55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" fillcolor="white [3201]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31CF1E" wp14:editId="2CE39149">
                <wp:simplePos x="0" y="0"/>
                <wp:positionH relativeFrom="column">
                  <wp:posOffset>4457700</wp:posOffset>
                </wp:positionH>
                <wp:positionV relativeFrom="paragraph">
                  <wp:posOffset>2610485</wp:posOffset>
                </wp:positionV>
                <wp:extent cx="2486025" cy="704850"/>
                <wp:effectExtent l="0" t="0" r="28575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704850"/>
                        </a:xfrm>
                        <a:prstGeom prst="rect">
                          <a:avLst/>
                        </a:prstGeom>
                        <a:ln>
                          <a:solidFill>
                            <a:srgbClr val="7F2686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9" o:spid="_x0000_s1026" style="position:absolute;margin-left:351pt;margin-top:205.55pt;width:195.75pt;height:55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" fillcolor="white [3201]" strokecolor="#7f2686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14959C3" wp14:editId="6605692D">
                <wp:simplePos x="0" y="0"/>
                <wp:positionH relativeFrom="column">
                  <wp:posOffset>4457700</wp:posOffset>
                </wp:positionH>
                <wp:positionV relativeFrom="paragraph">
                  <wp:posOffset>3401060</wp:posOffset>
                </wp:positionV>
                <wp:extent cx="2486025" cy="704850"/>
                <wp:effectExtent l="0" t="0" r="28575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704850"/>
                        </a:xfrm>
                        <a:prstGeom prst="rect">
                          <a:avLst/>
                        </a:prstGeom>
                        <a:ln>
                          <a:solidFill>
                            <a:srgbClr val="7F2686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1" o:spid="_x0000_s1026" style="position:absolute;margin-left:351pt;margin-top:267.8pt;width:195.75pt;height:55.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" fillcolor="white [3201]" strokecolor="#7f2686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A0CD4B" wp14:editId="4BF0B04E">
                <wp:simplePos x="0" y="0"/>
                <wp:positionH relativeFrom="column">
                  <wp:posOffset>4457700</wp:posOffset>
                </wp:positionH>
                <wp:positionV relativeFrom="paragraph">
                  <wp:posOffset>4324985</wp:posOffset>
                </wp:positionV>
                <wp:extent cx="2486025" cy="704850"/>
                <wp:effectExtent l="0" t="0" r="28575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704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3" o:spid="_x0000_s1026" style="position:absolute;margin-left:351pt;margin-top:340.55pt;width:195.75pt;height:55.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" fillcolor="white [3201]" strokecolor="#f79646 [32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A87620" wp14:editId="38C8A901">
                <wp:simplePos x="0" y="0"/>
                <wp:positionH relativeFrom="column">
                  <wp:posOffset>4457700</wp:posOffset>
                </wp:positionH>
                <wp:positionV relativeFrom="paragraph">
                  <wp:posOffset>5668010</wp:posOffset>
                </wp:positionV>
                <wp:extent cx="2505075" cy="704850"/>
                <wp:effectExtent l="0" t="0" r="28575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704850"/>
                        </a:xfrm>
                        <a:prstGeom prst="rect">
                          <a:avLst/>
                        </a:prstGeom>
                        <a:ln>
                          <a:solidFill>
                            <a:srgbClr val="0707BD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5" o:spid="_x0000_s1026" style="position:absolute;margin-left:351pt;margin-top:446.3pt;width:197.25pt;height:55.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" fillcolor="white [3201]" strokecolor="#0707b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085D1D" wp14:editId="2CE8DB88">
                <wp:simplePos x="0" y="0"/>
                <wp:positionH relativeFrom="column">
                  <wp:posOffset>7162800</wp:posOffset>
                </wp:positionH>
                <wp:positionV relativeFrom="paragraph">
                  <wp:posOffset>5668010</wp:posOffset>
                </wp:positionV>
                <wp:extent cx="2257425" cy="704850"/>
                <wp:effectExtent l="0" t="0" r="28575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704850"/>
                        </a:xfrm>
                        <a:prstGeom prst="rect">
                          <a:avLst/>
                        </a:prstGeom>
                        <a:ln>
                          <a:solidFill>
                            <a:srgbClr val="0707BD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7" o:spid="_x0000_s1026" style="position:absolute;margin-left:564pt;margin-top:446.3pt;width:177.75pt;height:55.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" fillcolor="white [3201]" strokecolor="#0707b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C3ABA82" wp14:editId="7411FFB7">
                <wp:simplePos x="0" y="0"/>
                <wp:positionH relativeFrom="column">
                  <wp:posOffset>7162800</wp:posOffset>
                </wp:positionH>
                <wp:positionV relativeFrom="paragraph">
                  <wp:posOffset>4324985</wp:posOffset>
                </wp:positionV>
                <wp:extent cx="2257425" cy="704850"/>
                <wp:effectExtent l="0" t="0" r="28575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704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4" o:spid="_x0000_s1026" style="position:absolute;margin-left:564pt;margin-top:340.55pt;width:177.75pt;height:55.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" fillcolor="white [3201]" strokecolor="#f79646 [32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8BFE4C" wp14:editId="22A79C54">
                <wp:simplePos x="0" y="0"/>
                <wp:positionH relativeFrom="column">
                  <wp:posOffset>7162800</wp:posOffset>
                </wp:positionH>
                <wp:positionV relativeFrom="paragraph">
                  <wp:posOffset>3401060</wp:posOffset>
                </wp:positionV>
                <wp:extent cx="2257425" cy="704850"/>
                <wp:effectExtent l="0" t="0" r="28575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704850"/>
                        </a:xfrm>
                        <a:prstGeom prst="rect">
                          <a:avLst/>
                        </a:prstGeom>
                        <a:ln>
                          <a:solidFill>
                            <a:srgbClr val="7F2686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2" o:spid="_x0000_s1026" style="position:absolute;margin-left:564pt;margin-top:267.8pt;width:177.75pt;height:55.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" fillcolor="white [3201]" strokecolor="#7f2686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24F997" wp14:editId="0C87DCBE">
                <wp:simplePos x="0" y="0"/>
                <wp:positionH relativeFrom="column">
                  <wp:posOffset>7162800</wp:posOffset>
                </wp:positionH>
                <wp:positionV relativeFrom="paragraph">
                  <wp:posOffset>2610485</wp:posOffset>
                </wp:positionV>
                <wp:extent cx="2257425" cy="704850"/>
                <wp:effectExtent l="0" t="0" r="28575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704850"/>
                        </a:xfrm>
                        <a:prstGeom prst="rect">
                          <a:avLst/>
                        </a:prstGeom>
                        <a:ln>
                          <a:solidFill>
                            <a:srgbClr val="7F2686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0" o:spid="_x0000_s1026" style="position:absolute;margin-left:564pt;margin-top:205.55pt;width:177.75pt;height:55.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" fillcolor="white [3201]" strokecolor="#7f2686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2C120E" wp14:editId="5CBD834B">
                <wp:simplePos x="0" y="0"/>
                <wp:positionH relativeFrom="column">
                  <wp:posOffset>7162800</wp:posOffset>
                </wp:positionH>
                <wp:positionV relativeFrom="paragraph">
                  <wp:posOffset>1848485</wp:posOffset>
                </wp:positionV>
                <wp:extent cx="2257425" cy="704850"/>
                <wp:effectExtent l="0" t="0" r="28575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70485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8" o:spid="_x0000_s1026" style="position:absolute;margin-left:564pt;margin-top:145.55pt;width:177.75pt;height:55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" fillcolor="white [3201]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62B6C6" wp14:editId="7F0AC4A9">
                <wp:simplePos x="0" y="0"/>
                <wp:positionH relativeFrom="column">
                  <wp:posOffset>7162800</wp:posOffset>
                </wp:positionH>
                <wp:positionV relativeFrom="paragraph">
                  <wp:posOffset>1086485</wp:posOffset>
                </wp:positionV>
                <wp:extent cx="2257425" cy="70485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6" o:spid="_x0000_s1026" style="position:absolute;margin-left:564pt;margin-top:85.55pt;width:177.75pt;height:55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277576" wp14:editId="13D229A1">
                <wp:simplePos x="0" y="0"/>
                <wp:positionH relativeFrom="column">
                  <wp:posOffset>7162800</wp:posOffset>
                </wp:positionH>
                <wp:positionV relativeFrom="paragraph">
                  <wp:posOffset>635</wp:posOffset>
                </wp:positionV>
                <wp:extent cx="2257425" cy="7048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70485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4" o:spid="_x0000_s1026" style="position:absolute;margin-left:564pt;margin-top:.05pt;width:177.75pt;height:55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" fillcolor="white [3201]" strokecolor="#00b050" strokeweight="2pt"/>
            </w:pict>
          </mc:Fallback>
        </mc:AlternateContent>
      </w:r>
      <w:r w:rsidR="00407660">
        <w:rPr>
          <w:noProof/>
        </w:rPr>
        <w:drawing>
          <wp:inline distT="0" distB="0" distL="0" distR="0">
            <wp:extent cx="4333875" cy="6877050"/>
            <wp:effectExtent l="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687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F26" w:rsidRDefault="00705F26" w:rsidP="00705F26">
      <w:pPr>
        <w:jc w:val="center"/>
      </w:pPr>
    </w:p>
    <w:p w:rsidR="00705F26" w:rsidRDefault="00705F26" w:rsidP="00705F26">
      <w:pPr>
        <w:jc w:val="center"/>
      </w:pPr>
      <w:r>
        <w:t>Geography Performance Task Rubric</w:t>
      </w:r>
    </w:p>
    <w:p w:rsidR="00705F26" w:rsidRDefault="00705F26" w:rsidP="00705F26">
      <w:r>
        <w:t xml:space="preserve">Use the base model of the five themes of geography provided to you as a starting point for your final project.  You must complete the model with examples and explanations of the five themes of geography.  You don’t have to actually use the chart; you can present this material in multiple ways.  </w:t>
      </w:r>
      <w:proofErr w:type="gramStart"/>
      <w:r>
        <w:t>(Ex. PowerPoint, Movie Maker, Poster, etc.)</w:t>
      </w:r>
      <w:proofErr w:type="gramEnd"/>
      <w:r>
        <w:t xml:space="preserve">  Make sure that each example is clear and contains a description of what the example actually is and also make sure that you explain using details why the example you have chosen represents the correlating theme of geography.  This is </w:t>
      </w:r>
      <w:proofErr w:type="gramStart"/>
      <w:r>
        <w:t>Due</w:t>
      </w:r>
      <w:proofErr w:type="gramEnd"/>
      <w:r>
        <w:t xml:space="preserve"> at the end of the period on Friday.</w:t>
      </w:r>
    </w:p>
    <w:p w:rsidR="00705F26" w:rsidRDefault="00705F26" w:rsidP="00705F26"/>
    <w:tbl>
      <w:tblPr>
        <w:tblStyle w:val="TableGrid"/>
        <w:tblW w:w="14589" w:type="dxa"/>
        <w:tblLook w:val="04A0" w:firstRow="1" w:lastRow="0" w:firstColumn="1" w:lastColumn="0" w:noHBand="0" w:noVBand="1"/>
      </w:tblPr>
      <w:tblGrid>
        <w:gridCol w:w="2369"/>
        <w:gridCol w:w="2369"/>
        <w:gridCol w:w="2369"/>
        <w:gridCol w:w="2369"/>
        <w:gridCol w:w="2744"/>
        <w:gridCol w:w="2369"/>
      </w:tblGrid>
      <w:tr w:rsidR="00705F26" w:rsidTr="00705F26">
        <w:trPr>
          <w:trHeight w:val="1074"/>
        </w:trPr>
        <w:tc>
          <w:tcPr>
            <w:tcW w:w="2369" w:type="dxa"/>
          </w:tcPr>
          <w:p w:rsidR="00705F26" w:rsidRDefault="00705F26" w:rsidP="00705F26">
            <w:pPr>
              <w:jc w:val="center"/>
            </w:pPr>
          </w:p>
          <w:p w:rsidR="00705F26" w:rsidRDefault="00705F26" w:rsidP="00705F26">
            <w:pPr>
              <w:jc w:val="center"/>
            </w:pPr>
          </w:p>
          <w:p w:rsidR="00705F26" w:rsidRDefault="00705F26" w:rsidP="00705F26">
            <w:pPr>
              <w:jc w:val="center"/>
            </w:pPr>
            <w:r>
              <w:t>Category</w:t>
            </w:r>
          </w:p>
        </w:tc>
        <w:tc>
          <w:tcPr>
            <w:tcW w:w="2369" w:type="dxa"/>
          </w:tcPr>
          <w:p w:rsidR="00705F26" w:rsidRDefault="00705F26" w:rsidP="00705F26"/>
          <w:p w:rsidR="00705F26" w:rsidRDefault="00705F26" w:rsidP="00705F26">
            <w:pPr>
              <w:jc w:val="center"/>
            </w:pPr>
            <w:r>
              <w:t>4</w:t>
            </w:r>
          </w:p>
          <w:p w:rsidR="00705F26" w:rsidRDefault="00705F26" w:rsidP="00705F26">
            <w:pPr>
              <w:jc w:val="center"/>
            </w:pPr>
            <w:r>
              <w:t>Above Standards</w:t>
            </w:r>
          </w:p>
        </w:tc>
        <w:tc>
          <w:tcPr>
            <w:tcW w:w="2369" w:type="dxa"/>
          </w:tcPr>
          <w:p w:rsidR="00705F26" w:rsidRDefault="00705F26" w:rsidP="00705F26"/>
          <w:p w:rsidR="00705F26" w:rsidRDefault="00705F26" w:rsidP="00705F26">
            <w:pPr>
              <w:jc w:val="center"/>
            </w:pPr>
            <w:r>
              <w:t>3</w:t>
            </w:r>
          </w:p>
          <w:p w:rsidR="00705F26" w:rsidRDefault="00705F26" w:rsidP="00705F26">
            <w:pPr>
              <w:jc w:val="center"/>
            </w:pPr>
            <w:r>
              <w:t>Meets Standards</w:t>
            </w:r>
          </w:p>
        </w:tc>
        <w:tc>
          <w:tcPr>
            <w:tcW w:w="2369" w:type="dxa"/>
          </w:tcPr>
          <w:p w:rsidR="00705F26" w:rsidRDefault="00705F26" w:rsidP="00705F26">
            <w:pPr>
              <w:jc w:val="center"/>
            </w:pPr>
          </w:p>
          <w:p w:rsidR="00705F26" w:rsidRDefault="00705F26" w:rsidP="00705F26">
            <w:pPr>
              <w:jc w:val="center"/>
            </w:pPr>
            <w:r>
              <w:t>2</w:t>
            </w:r>
          </w:p>
          <w:p w:rsidR="00705F26" w:rsidRDefault="00705F26" w:rsidP="00705F26">
            <w:pPr>
              <w:jc w:val="center"/>
            </w:pPr>
            <w:r>
              <w:t>Approaching Standards</w:t>
            </w:r>
          </w:p>
        </w:tc>
        <w:tc>
          <w:tcPr>
            <w:tcW w:w="2744" w:type="dxa"/>
          </w:tcPr>
          <w:p w:rsidR="00705F26" w:rsidRDefault="00705F26" w:rsidP="00705F26"/>
          <w:p w:rsidR="00705F26" w:rsidRDefault="00705F26" w:rsidP="00705F26">
            <w:pPr>
              <w:jc w:val="center"/>
            </w:pPr>
            <w:r>
              <w:t>1</w:t>
            </w:r>
          </w:p>
          <w:p w:rsidR="00705F26" w:rsidRDefault="00705F26" w:rsidP="00705F26">
            <w:pPr>
              <w:jc w:val="center"/>
            </w:pPr>
            <w:r>
              <w:t>Below Standards</w:t>
            </w:r>
          </w:p>
        </w:tc>
        <w:tc>
          <w:tcPr>
            <w:tcW w:w="2369" w:type="dxa"/>
          </w:tcPr>
          <w:p w:rsidR="00705F26" w:rsidRDefault="00705F26" w:rsidP="00705F26">
            <w:pPr>
              <w:ind w:left="360"/>
            </w:pPr>
          </w:p>
          <w:p w:rsidR="00705F26" w:rsidRDefault="00705F26" w:rsidP="00705F26">
            <w:pPr>
              <w:ind w:left="360"/>
            </w:pPr>
          </w:p>
          <w:p w:rsidR="00705F26" w:rsidRDefault="00705F26" w:rsidP="00705F26">
            <w:pPr>
              <w:jc w:val="center"/>
            </w:pPr>
            <w:r>
              <w:t>Score</w:t>
            </w:r>
          </w:p>
        </w:tc>
      </w:tr>
      <w:tr w:rsidR="00705F26" w:rsidTr="00705F26">
        <w:trPr>
          <w:trHeight w:val="1023"/>
        </w:trPr>
        <w:tc>
          <w:tcPr>
            <w:tcW w:w="2369" w:type="dxa"/>
          </w:tcPr>
          <w:p w:rsidR="00705F26" w:rsidRDefault="00705F26" w:rsidP="00705F26">
            <w:pPr>
              <w:jc w:val="center"/>
            </w:pPr>
          </w:p>
          <w:p w:rsidR="00705F26" w:rsidRDefault="00705F26" w:rsidP="00705F26"/>
          <w:p w:rsidR="00705F26" w:rsidRDefault="00705F26" w:rsidP="00705F26">
            <w:pPr>
              <w:jc w:val="center"/>
            </w:pPr>
            <w:r>
              <w:t xml:space="preserve">Human Environment </w:t>
            </w:r>
          </w:p>
          <w:p w:rsidR="00705F26" w:rsidRDefault="00705F26" w:rsidP="00705F26">
            <w:pPr>
              <w:jc w:val="center"/>
            </w:pPr>
            <w:r>
              <w:t>Interaction</w:t>
            </w:r>
          </w:p>
          <w:p w:rsidR="00705F26" w:rsidRDefault="00705F26" w:rsidP="00705F26">
            <w:pPr>
              <w:jc w:val="center"/>
            </w:pPr>
          </w:p>
        </w:tc>
        <w:tc>
          <w:tcPr>
            <w:tcW w:w="2369" w:type="dxa"/>
          </w:tcPr>
          <w:p w:rsidR="00705F26" w:rsidRPr="00C10EA7" w:rsidRDefault="00705F26" w:rsidP="00705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Provides an example(s) of this theme of geography and explains thoroughly using details why this example represents this theme of geography</w:t>
            </w:r>
          </w:p>
        </w:tc>
        <w:tc>
          <w:tcPr>
            <w:tcW w:w="2369" w:type="dxa"/>
          </w:tcPr>
          <w:p w:rsidR="00705F26" w:rsidRPr="00556F59" w:rsidRDefault="00705F26" w:rsidP="00705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Provides an example(s) of this theme of geography and somewhat explains (lacks good details) why this example represents this theme of geography </w:t>
            </w:r>
          </w:p>
        </w:tc>
        <w:tc>
          <w:tcPr>
            <w:tcW w:w="2369" w:type="dxa"/>
          </w:tcPr>
          <w:p w:rsidR="00705F26" w:rsidRPr="00556F59" w:rsidRDefault="00705F26" w:rsidP="00705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Doesn’t fully provide adequate examples of this theme of geography OR doesn’t fully explain why the example represents this theme of geography</w:t>
            </w:r>
          </w:p>
        </w:tc>
        <w:tc>
          <w:tcPr>
            <w:tcW w:w="2744" w:type="dxa"/>
          </w:tcPr>
          <w:p w:rsidR="00705F26" w:rsidRPr="00460EC4" w:rsidRDefault="00705F26" w:rsidP="00705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Missing examples or uses completely incorrect examples OR doesn’t explain how example represents theme of geography</w:t>
            </w:r>
          </w:p>
        </w:tc>
        <w:tc>
          <w:tcPr>
            <w:tcW w:w="2369" w:type="dxa"/>
          </w:tcPr>
          <w:p w:rsidR="00705F26" w:rsidRDefault="00705F26" w:rsidP="00705F26"/>
        </w:tc>
      </w:tr>
      <w:tr w:rsidR="00705F26" w:rsidTr="00705F26">
        <w:trPr>
          <w:trHeight w:val="1023"/>
        </w:trPr>
        <w:tc>
          <w:tcPr>
            <w:tcW w:w="2369" w:type="dxa"/>
          </w:tcPr>
          <w:p w:rsidR="00705F26" w:rsidRDefault="00705F26" w:rsidP="00705F26">
            <w:pPr>
              <w:jc w:val="center"/>
            </w:pPr>
          </w:p>
          <w:p w:rsidR="00705F26" w:rsidRDefault="00705F26" w:rsidP="00705F26">
            <w:pPr>
              <w:jc w:val="center"/>
            </w:pPr>
          </w:p>
          <w:p w:rsidR="00705F26" w:rsidRDefault="00705F26" w:rsidP="00705F26">
            <w:pPr>
              <w:jc w:val="center"/>
            </w:pPr>
          </w:p>
          <w:p w:rsidR="00705F26" w:rsidRDefault="00705F26" w:rsidP="00705F26">
            <w:pPr>
              <w:jc w:val="center"/>
            </w:pPr>
            <w:r>
              <w:t>Region</w:t>
            </w:r>
          </w:p>
        </w:tc>
        <w:tc>
          <w:tcPr>
            <w:tcW w:w="2369" w:type="dxa"/>
          </w:tcPr>
          <w:p w:rsidR="00705F26" w:rsidRPr="00C10EA7" w:rsidRDefault="00705F26" w:rsidP="00705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Provides an example(s) of this theme of geography and explains using details why this example represents this theme of geography</w:t>
            </w:r>
          </w:p>
        </w:tc>
        <w:tc>
          <w:tcPr>
            <w:tcW w:w="2369" w:type="dxa"/>
          </w:tcPr>
          <w:p w:rsidR="00705F26" w:rsidRDefault="00705F26" w:rsidP="00705F26">
            <w:r>
              <w:rPr>
                <w:sz w:val="18"/>
                <w:szCs w:val="18"/>
              </w:rPr>
              <w:t>Provides an example(s) of this theme of geography and somewhat explains (lacks good details) why this example represents this theme of geography</w:t>
            </w:r>
          </w:p>
        </w:tc>
        <w:tc>
          <w:tcPr>
            <w:tcW w:w="2369" w:type="dxa"/>
          </w:tcPr>
          <w:p w:rsidR="00705F26" w:rsidRDefault="00705F26" w:rsidP="00705F26">
            <w:r>
              <w:rPr>
                <w:sz w:val="18"/>
                <w:szCs w:val="18"/>
              </w:rPr>
              <w:t>Doesn’t fully provide adequate examples of this theme of geography OR doesn’t fully explain why the example represents this theme of geography</w:t>
            </w:r>
          </w:p>
        </w:tc>
        <w:tc>
          <w:tcPr>
            <w:tcW w:w="2744" w:type="dxa"/>
          </w:tcPr>
          <w:p w:rsidR="00705F26" w:rsidRDefault="00705F26" w:rsidP="00705F26">
            <w:r>
              <w:rPr>
                <w:sz w:val="18"/>
                <w:szCs w:val="18"/>
              </w:rPr>
              <w:t>Missing examples or uses completely incorrect examples OR doesn’t explain how example represents theme of geography</w:t>
            </w:r>
          </w:p>
        </w:tc>
        <w:tc>
          <w:tcPr>
            <w:tcW w:w="2369" w:type="dxa"/>
          </w:tcPr>
          <w:p w:rsidR="00705F26" w:rsidRDefault="00705F26" w:rsidP="00705F26"/>
        </w:tc>
      </w:tr>
      <w:tr w:rsidR="00705F26" w:rsidTr="00705F26">
        <w:trPr>
          <w:trHeight w:val="1023"/>
        </w:trPr>
        <w:tc>
          <w:tcPr>
            <w:tcW w:w="2369" w:type="dxa"/>
          </w:tcPr>
          <w:p w:rsidR="00705F26" w:rsidRDefault="00705F26" w:rsidP="00705F26">
            <w:pPr>
              <w:jc w:val="center"/>
            </w:pPr>
          </w:p>
          <w:p w:rsidR="00705F26" w:rsidRDefault="00705F26" w:rsidP="00705F26">
            <w:pPr>
              <w:jc w:val="center"/>
            </w:pPr>
          </w:p>
          <w:p w:rsidR="00705F26" w:rsidRDefault="00705F26" w:rsidP="00705F26">
            <w:pPr>
              <w:jc w:val="center"/>
            </w:pPr>
            <w:r>
              <w:t>Place</w:t>
            </w:r>
          </w:p>
        </w:tc>
        <w:tc>
          <w:tcPr>
            <w:tcW w:w="2369" w:type="dxa"/>
          </w:tcPr>
          <w:p w:rsidR="00705F26" w:rsidRPr="00C10EA7" w:rsidRDefault="00705F26" w:rsidP="00705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Provides an example(s) of this theme of geography and explains using details why this example represents this theme of geography</w:t>
            </w:r>
          </w:p>
        </w:tc>
        <w:tc>
          <w:tcPr>
            <w:tcW w:w="2369" w:type="dxa"/>
          </w:tcPr>
          <w:p w:rsidR="00705F26" w:rsidRDefault="00705F26" w:rsidP="00705F26">
            <w:r>
              <w:rPr>
                <w:sz w:val="18"/>
                <w:szCs w:val="18"/>
              </w:rPr>
              <w:t>Provides an example(s) of this theme of geography and somewhat explains (lacks good details) why this example represents this theme of geography</w:t>
            </w:r>
          </w:p>
        </w:tc>
        <w:tc>
          <w:tcPr>
            <w:tcW w:w="2369" w:type="dxa"/>
          </w:tcPr>
          <w:p w:rsidR="00705F26" w:rsidRDefault="00705F26" w:rsidP="00705F26">
            <w:r>
              <w:rPr>
                <w:sz w:val="18"/>
                <w:szCs w:val="18"/>
              </w:rPr>
              <w:t>Doesn’t fully provide adequate examples of this theme of geography OR doesn’t fully explain why the example represents this theme of geography</w:t>
            </w:r>
          </w:p>
        </w:tc>
        <w:tc>
          <w:tcPr>
            <w:tcW w:w="2744" w:type="dxa"/>
          </w:tcPr>
          <w:p w:rsidR="00705F26" w:rsidRDefault="00705F26" w:rsidP="00705F26">
            <w:r>
              <w:rPr>
                <w:sz w:val="18"/>
                <w:szCs w:val="18"/>
              </w:rPr>
              <w:t>Missing examples or uses completely incorrect examples OR doesn’t explain how example represents theme of geography</w:t>
            </w:r>
          </w:p>
        </w:tc>
        <w:tc>
          <w:tcPr>
            <w:tcW w:w="2369" w:type="dxa"/>
          </w:tcPr>
          <w:p w:rsidR="00705F26" w:rsidRDefault="00705F26" w:rsidP="00705F26"/>
        </w:tc>
      </w:tr>
      <w:tr w:rsidR="00705F26" w:rsidTr="00705F26">
        <w:trPr>
          <w:trHeight w:val="1061"/>
        </w:trPr>
        <w:tc>
          <w:tcPr>
            <w:tcW w:w="2369" w:type="dxa"/>
          </w:tcPr>
          <w:p w:rsidR="00705F26" w:rsidRDefault="00705F26" w:rsidP="00705F26">
            <w:pPr>
              <w:jc w:val="center"/>
            </w:pPr>
          </w:p>
          <w:p w:rsidR="00705F26" w:rsidRDefault="00705F26" w:rsidP="00705F26">
            <w:pPr>
              <w:jc w:val="center"/>
            </w:pPr>
          </w:p>
          <w:p w:rsidR="00705F26" w:rsidRDefault="00705F26" w:rsidP="00705F26">
            <w:pPr>
              <w:jc w:val="center"/>
            </w:pPr>
            <w:r>
              <w:t>Movement</w:t>
            </w:r>
          </w:p>
          <w:p w:rsidR="00705F26" w:rsidRDefault="00705F26" w:rsidP="00705F26">
            <w:pPr>
              <w:jc w:val="center"/>
            </w:pPr>
          </w:p>
          <w:p w:rsidR="00705F26" w:rsidRDefault="00705F26" w:rsidP="00705F26">
            <w:pPr>
              <w:jc w:val="center"/>
            </w:pPr>
          </w:p>
        </w:tc>
        <w:tc>
          <w:tcPr>
            <w:tcW w:w="2369" w:type="dxa"/>
          </w:tcPr>
          <w:p w:rsidR="00705F26" w:rsidRPr="00C10EA7" w:rsidRDefault="00705F26" w:rsidP="00705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Provides an example(s) of this theme of geography and explains using details why this example represents this theme of geography</w:t>
            </w:r>
          </w:p>
        </w:tc>
        <w:tc>
          <w:tcPr>
            <w:tcW w:w="2369" w:type="dxa"/>
          </w:tcPr>
          <w:p w:rsidR="00705F26" w:rsidRDefault="00705F26" w:rsidP="00705F26">
            <w:r>
              <w:rPr>
                <w:sz w:val="18"/>
                <w:szCs w:val="18"/>
              </w:rPr>
              <w:t>Provides an example(s) of this theme of geography and somewhat explains (lacks good details) why this example represents this theme of geography</w:t>
            </w:r>
          </w:p>
        </w:tc>
        <w:tc>
          <w:tcPr>
            <w:tcW w:w="2369" w:type="dxa"/>
          </w:tcPr>
          <w:p w:rsidR="00705F26" w:rsidRDefault="00705F26" w:rsidP="00705F26">
            <w:r>
              <w:rPr>
                <w:sz w:val="18"/>
                <w:szCs w:val="18"/>
              </w:rPr>
              <w:t>Doesn’t fully provide adequate examples of this theme of geography OR doesn’t fully explain why the example represents this theme of geography</w:t>
            </w:r>
          </w:p>
        </w:tc>
        <w:tc>
          <w:tcPr>
            <w:tcW w:w="2744" w:type="dxa"/>
          </w:tcPr>
          <w:p w:rsidR="00705F26" w:rsidRDefault="00705F26" w:rsidP="00705F26">
            <w:r>
              <w:rPr>
                <w:sz w:val="18"/>
                <w:szCs w:val="18"/>
              </w:rPr>
              <w:t>Missing examples or uses completely incorrect examples OR doesn’t explain how example represents theme of geography</w:t>
            </w:r>
          </w:p>
        </w:tc>
        <w:tc>
          <w:tcPr>
            <w:tcW w:w="2369" w:type="dxa"/>
          </w:tcPr>
          <w:p w:rsidR="00705F26" w:rsidRDefault="00705F26" w:rsidP="00705F26"/>
        </w:tc>
      </w:tr>
      <w:tr w:rsidR="00705F26" w:rsidTr="00705F26">
        <w:trPr>
          <w:trHeight w:val="1023"/>
        </w:trPr>
        <w:tc>
          <w:tcPr>
            <w:tcW w:w="2369" w:type="dxa"/>
          </w:tcPr>
          <w:p w:rsidR="00705F26" w:rsidRDefault="00705F26" w:rsidP="00705F26">
            <w:pPr>
              <w:jc w:val="center"/>
            </w:pPr>
          </w:p>
          <w:p w:rsidR="00705F26" w:rsidRDefault="00705F26" w:rsidP="00705F26">
            <w:pPr>
              <w:jc w:val="center"/>
            </w:pPr>
          </w:p>
          <w:p w:rsidR="00705F26" w:rsidRDefault="00705F26" w:rsidP="00705F26">
            <w:pPr>
              <w:jc w:val="center"/>
            </w:pPr>
            <w:r>
              <w:t>Location</w:t>
            </w:r>
          </w:p>
          <w:p w:rsidR="00705F26" w:rsidRDefault="00705F26" w:rsidP="00705F26">
            <w:pPr>
              <w:jc w:val="center"/>
            </w:pPr>
          </w:p>
        </w:tc>
        <w:tc>
          <w:tcPr>
            <w:tcW w:w="2369" w:type="dxa"/>
          </w:tcPr>
          <w:p w:rsidR="00705F26" w:rsidRPr="001A4BC5" w:rsidRDefault="00705F26" w:rsidP="00705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Provides an example(s) of this theme of geography and explains using details why this example represents this theme of geography</w:t>
            </w:r>
          </w:p>
        </w:tc>
        <w:tc>
          <w:tcPr>
            <w:tcW w:w="2369" w:type="dxa"/>
          </w:tcPr>
          <w:p w:rsidR="00705F26" w:rsidRPr="001A4BC5" w:rsidRDefault="00705F26" w:rsidP="00705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Provides an example(s) of this theme of geography and somewhat explains (lacks good details) why this example represents this theme of geography</w:t>
            </w:r>
          </w:p>
        </w:tc>
        <w:tc>
          <w:tcPr>
            <w:tcW w:w="2369" w:type="dxa"/>
          </w:tcPr>
          <w:p w:rsidR="00705F26" w:rsidRPr="001A4BC5" w:rsidRDefault="00705F26" w:rsidP="00705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Doesn’t fully provide adequate examples of this theme of geography OR doesn’t fully explain why the example represents this theme of geography</w:t>
            </w:r>
          </w:p>
        </w:tc>
        <w:tc>
          <w:tcPr>
            <w:tcW w:w="2744" w:type="dxa"/>
          </w:tcPr>
          <w:p w:rsidR="00705F26" w:rsidRPr="001A4BC5" w:rsidRDefault="00705F26" w:rsidP="00705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Missing examples or uses completely incorrect examples OR doesn’t explain how example represents theme of geography</w:t>
            </w:r>
          </w:p>
        </w:tc>
        <w:tc>
          <w:tcPr>
            <w:tcW w:w="2369" w:type="dxa"/>
          </w:tcPr>
          <w:p w:rsidR="00705F26" w:rsidRDefault="00705F26" w:rsidP="00705F26"/>
        </w:tc>
      </w:tr>
    </w:tbl>
    <w:p w:rsidR="00705F26" w:rsidRDefault="00705F26">
      <w:bookmarkStart w:id="0" w:name="_GoBack"/>
      <w:bookmarkEnd w:id="0"/>
    </w:p>
    <w:sectPr w:rsidR="00705F26" w:rsidSect="00407660">
      <w:pgSz w:w="15840" w:h="12240" w:orient="landscape"/>
      <w:pgMar w:top="270" w:right="450" w:bottom="45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2A"/>
    <w:rsid w:val="00407660"/>
    <w:rsid w:val="00705F26"/>
    <w:rsid w:val="00C02164"/>
    <w:rsid w:val="00D2772A"/>
    <w:rsid w:val="00EA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7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7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05F2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7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7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05F2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59C61112.dotm</Template>
  <TotalTime>0</TotalTime>
  <Pages>2</Pages>
  <Words>536</Words>
  <Characters>3056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Grayslake Community High School District 127</Company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D127</dc:creator>
  <cp:lastModifiedBy>D127</cp:lastModifiedBy>
  <cp:revision>2</cp:revision>
  <cp:lastPrinted>2011-12-14T13:44:00Z</cp:lastPrinted>
  <dcterms:created xsi:type="dcterms:W3CDTF">2011-12-14T13:58:00Z</dcterms:created>
  <dcterms:modified xsi:type="dcterms:W3CDTF">2011-12-14T13:58:00Z</dcterms:modified>
</cp:coreProperties>
</file>