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A7" w:rsidRDefault="00C10EA7">
      <w:bookmarkStart w:id="0" w:name="_GoBack"/>
      <w:bookmarkEnd w:id="0"/>
    </w:p>
    <w:tbl>
      <w:tblPr>
        <w:tblStyle w:val="TableGrid"/>
        <w:tblW w:w="14589" w:type="dxa"/>
        <w:tblLook w:val="04A0" w:firstRow="1" w:lastRow="0" w:firstColumn="1" w:lastColumn="0" w:noHBand="0" w:noVBand="1"/>
      </w:tblPr>
      <w:tblGrid>
        <w:gridCol w:w="2369"/>
        <w:gridCol w:w="2369"/>
        <w:gridCol w:w="2369"/>
        <w:gridCol w:w="2369"/>
        <w:gridCol w:w="2744"/>
        <w:gridCol w:w="2369"/>
      </w:tblGrid>
      <w:tr w:rsidR="00C10EA7" w:rsidTr="00C10EA7">
        <w:trPr>
          <w:trHeight w:val="1074"/>
        </w:trPr>
        <w:tc>
          <w:tcPr>
            <w:tcW w:w="2369" w:type="dxa"/>
          </w:tcPr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  <w:r>
              <w:t>Category</w:t>
            </w:r>
          </w:p>
        </w:tc>
        <w:tc>
          <w:tcPr>
            <w:tcW w:w="2369" w:type="dxa"/>
          </w:tcPr>
          <w:p w:rsidR="00C10EA7" w:rsidRDefault="00C10EA7" w:rsidP="00C10EA7"/>
          <w:p w:rsidR="00C10EA7" w:rsidRDefault="00C10EA7" w:rsidP="00C10EA7">
            <w:pPr>
              <w:jc w:val="center"/>
            </w:pPr>
            <w:r>
              <w:t>4</w:t>
            </w:r>
          </w:p>
          <w:p w:rsidR="00C10EA7" w:rsidRDefault="00460EC4" w:rsidP="00C10EA7">
            <w:pPr>
              <w:jc w:val="center"/>
            </w:pPr>
            <w:r>
              <w:t>Above S</w:t>
            </w:r>
            <w:r w:rsidR="00C10EA7">
              <w:t>tandards</w:t>
            </w:r>
          </w:p>
        </w:tc>
        <w:tc>
          <w:tcPr>
            <w:tcW w:w="2369" w:type="dxa"/>
          </w:tcPr>
          <w:p w:rsidR="00C10EA7" w:rsidRDefault="00C10EA7" w:rsidP="00C10EA7"/>
          <w:p w:rsidR="00C10EA7" w:rsidRDefault="00C10EA7" w:rsidP="00C10EA7">
            <w:pPr>
              <w:jc w:val="center"/>
            </w:pPr>
            <w:r>
              <w:t>3</w:t>
            </w:r>
          </w:p>
          <w:p w:rsidR="00C10EA7" w:rsidRDefault="00460EC4" w:rsidP="00C10EA7">
            <w:pPr>
              <w:jc w:val="center"/>
            </w:pPr>
            <w:r>
              <w:t>Meets S</w:t>
            </w:r>
            <w:r w:rsidR="00C10EA7">
              <w:t>tandards</w:t>
            </w:r>
          </w:p>
        </w:tc>
        <w:tc>
          <w:tcPr>
            <w:tcW w:w="2369" w:type="dxa"/>
          </w:tcPr>
          <w:p w:rsidR="00C10EA7" w:rsidRDefault="00C10EA7" w:rsidP="00C10EA7">
            <w:pPr>
              <w:jc w:val="center"/>
            </w:pPr>
          </w:p>
          <w:p w:rsidR="00C10EA7" w:rsidRDefault="00C10EA7" w:rsidP="00C10EA7">
            <w:pPr>
              <w:jc w:val="center"/>
            </w:pPr>
            <w:r>
              <w:t>2</w:t>
            </w:r>
          </w:p>
          <w:p w:rsidR="00C10EA7" w:rsidRDefault="00460EC4" w:rsidP="00C10EA7">
            <w:pPr>
              <w:jc w:val="center"/>
            </w:pPr>
            <w:r>
              <w:t>A</w:t>
            </w:r>
            <w:r w:rsidR="00C10EA7">
              <w:t xml:space="preserve">pproaching </w:t>
            </w:r>
            <w:r>
              <w:t>S</w:t>
            </w:r>
            <w:r w:rsidR="00C10EA7">
              <w:t>tandards</w:t>
            </w:r>
          </w:p>
        </w:tc>
        <w:tc>
          <w:tcPr>
            <w:tcW w:w="2744" w:type="dxa"/>
          </w:tcPr>
          <w:p w:rsidR="00C10EA7" w:rsidRDefault="00C10EA7" w:rsidP="00C10EA7"/>
          <w:p w:rsidR="00C10EA7" w:rsidRDefault="00C10EA7" w:rsidP="00C10EA7">
            <w:pPr>
              <w:jc w:val="center"/>
            </w:pPr>
            <w:r>
              <w:t>1</w:t>
            </w:r>
          </w:p>
          <w:p w:rsidR="00C10EA7" w:rsidRDefault="00460EC4" w:rsidP="00C10EA7">
            <w:pPr>
              <w:jc w:val="center"/>
            </w:pPr>
            <w:r>
              <w:t>Below S</w:t>
            </w:r>
            <w:r w:rsidR="00C10EA7">
              <w:t>tandards</w:t>
            </w:r>
          </w:p>
        </w:tc>
        <w:tc>
          <w:tcPr>
            <w:tcW w:w="2369" w:type="dxa"/>
          </w:tcPr>
          <w:p w:rsidR="00460EC4" w:rsidRDefault="00460EC4" w:rsidP="00C10EA7">
            <w:pPr>
              <w:ind w:left="360"/>
            </w:pPr>
          </w:p>
          <w:p w:rsidR="00460EC4" w:rsidRDefault="00460EC4" w:rsidP="00C10EA7">
            <w:pPr>
              <w:ind w:left="360"/>
            </w:pPr>
          </w:p>
          <w:p w:rsidR="00C10EA7" w:rsidRDefault="00C10EA7" w:rsidP="00460EC4">
            <w:pPr>
              <w:jc w:val="center"/>
            </w:pPr>
            <w:r>
              <w:t>Score</w:t>
            </w:r>
          </w:p>
        </w:tc>
      </w:tr>
      <w:tr w:rsidR="00C10EA7" w:rsidTr="00C10EA7">
        <w:trPr>
          <w:trHeight w:val="1023"/>
        </w:trPr>
        <w:tc>
          <w:tcPr>
            <w:tcW w:w="2369" w:type="dxa"/>
          </w:tcPr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  <w:r>
              <w:t>Early Civilizations</w:t>
            </w:r>
          </w:p>
        </w:tc>
        <w:tc>
          <w:tcPr>
            <w:tcW w:w="2369" w:type="dxa"/>
          </w:tcPr>
          <w:p w:rsidR="00C10EA7" w:rsidRPr="00C10EA7" w:rsidRDefault="00C10EA7" w:rsidP="00C10EA7">
            <w:pPr>
              <w:rPr>
                <w:sz w:val="18"/>
                <w:szCs w:val="18"/>
              </w:rPr>
            </w:pPr>
            <w:r w:rsidRPr="00C10EA7">
              <w:rPr>
                <w:sz w:val="18"/>
                <w:szCs w:val="18"/>
              </w:rPr>
              <w:t>Thoroughly explains the significance</w:t>
            </w:r>
            <w:r w:rsidR="00460EC4">
              <w:rPr>
                <w:sz w:val="18"/>
                <w:szCs w:val="18"/>
              </w:rPr>
              <w:t xml:space="preserve"> of the feature as it existed</w:t>
            </w:r>
            <w:r w:rsidRPr="00C10EA7">
              <w:rPr>
                <w:sz w:val="18"/>
                <w:szCs w:val="18"/>
              </w:rPr>
              <w:t>; Coherently and articulately describe</w:t>
            </w:r>
            <w:r w:rsidR="00556F59">
              <w:rPr>
                <w:sz w:val="18"/>
                <w:szCs w:val="18"/>
              </w:rPr>
              <w:t>s</w:t>
            </w:r>
            <w:r w:rsidRPr="00C10EA7">
              <w:rPr>
                <w:sz w:val="18"/>
                <w:szCs w:val="18"/>
              </w:rPr>
              <w:t xml:space="preserve"> how the contribution will benefit their new society with substantial evidence</w:t>
            </w:r>
          </w:p>
        </w:tc>
        <w:tc>
          <w:tcPr>
            <w:tcW w:w="2369" w:type="dxa"/>
          </w:tcPr>
          <w:p w:rsidR="00C10EA7" w:rsidRPr="00556F59" w:rsidRDefault="00556F59" w:rsidP="00C10E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Explains the primary significance of the feature within its given era; Explains how this feature will benefit their new society, providing some evidence</w:t>
            </w:r>
          </w:p>
        </w:tc>
        <w:tc>
          <w:tcPr>
            <w:tcW w:w="2369" w:type="dxa"/>
          </w:tcPr>
          <w:p w:rsidR="00C10EA7" w:rsidRPr="00556F59" w:rsidRDefault="00556F59" w:rsidP="00C10E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minimal details about the feature as it originally existed; Minimal explanation of how this feature would be beneficial</w:t>
            </w:r>
          </w:p>
        </w:tc>
        <w:tc>
          <w:tcPr>
            <w:tcW w:w="2744" w:type="dxa"/>
          </w:tcPr>
          <w:p w:rsidR="00C10EA7" w:rsidRPr="00460EC4" w:rsidRDefault="00460EC4" w:rsidP="00C10E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Missing details about the feature as it originally existed OR insufficient explanation of the benefits of this feature in their new society </w:t>
            </w:r>
          </w:p>
        </w:tc>
        <w:tc>
          <w:tcPr>
            <w:tcW w:w="2369" w:type="dxa"/>
          </w:tcPr>
          <w:p w:rsidR="00C10EA7" w:rsidRDefault="00C10EA7" w:rsidP="00C10EA7"/>
        </w:tc>
      </w:tr>
      <w:tr w:rsidR="00C10EA7" w:rsidTr="00C10EA7">
        <w:trPr>
          <w:trHeight w:val="1023"/>
        </w:trPr>
        <w:tc>
          <w:tcPr>
            <w:tcW w:w="2369" w:type="dxa"/>
          </w:tcPr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  <w:r>
              <w:t>Classical Greece</w:t>
            </w:r>
          </w:p>
        </w:tc>
        <w:tc>
          <w:tcPr>
            <w:tcW w:w="2369" w:type="dxa"/>
          </w:tcPr>
          <w:p w:rsidR="00C10EA7" w:rsidRPr="00C10EA7" w:rsidRDefault="00C10EA7" w:rsidP="00C10EA7">
            <w:pPr>
              <w:rPr>
                <w:sz w:val="18"/>
                <w:szCs w:val="18"/>
              </w:rPr>
            </w:pPr>
            <w:r w:rsidRPr="00C10EA7">
              <w:rPr>
                <w:sz w:val="18"/>
                <w:szCs w:val="18"/>
              </w:rPr>
              <w:t>Explains the significance</w:t>
            </w:r>
            <w:r w:rsidR="00460EC4">
              <w:rPr>
                <w:sz w:val="18"/>
                <w:szCs w:val="18"/>
              </w:rPr>
              <w:t xml:space="preserve"> of the feature as it existed</w:t>
            </w:r>
            <w:r w:rsidRPr="00C10EA7">
              <w:rPr>
                <w:sz w:val="18"/>
                <w:szCs w:val="18"/>
              </w:rPr>
              <w:t>; Coherently and articulately describe how the contribution will benefit their new society with substantial evidence</w:t>
            </w:r>
          </w:p>
        </w:tc>
        <w:tc>
          <w:tcPr>
            <w:tcW w:w="2369" w:type="dxa"/>
          </w:tcPr>
          <w:p w:rsidR="00C10EA7" w:rsidRDefault="00556F59" w:rsidP="00C10EA7">
            <w:r>
              <w:rPr>
                <w:sz w:val="18"/>
                <w:szCs w:val="18"/>
              </w:rPr>
              <w:t>Explains the primary significance of the feature within its given era; Explains how this feature will benefit their new society, providing some evidence</w:t>
            </w:r>
          </w:p>
        </w:tc>
        <w:tc>
          <w:tcPr>
            <w:tcW w:w="2369" w:type="dxa"/>
          </w:tcPr>
          <w:p w:rsidR="00C10EA7" w:rsidRDefault="00556F59" w:rsidP="00C10EA7">
            <w:r>
              <w:rPr>
                <w:sz w:val="18"/>
                <w:szCs w:val="18"/>
              </w:rPr>
              <w:t>Provides minimal details about the feature as it originally existed; Minimal explanation of how this feature would be beneficial</w:t>
            </w:r>
          </w:p>
        </w:tc>
        <w:tc>
          <w:tcPr>
            <w:tcW w:w="2744" w:type="dxa"/>
          </w:tcPr>
          <w:p w:rsidR="00C10EA7" w:rsidRDefault="00460EC4" w:rsidP="00C10EA7">
            <w:r>
              <w:rPr>
                <w:sz w:val="18"/>
                <w:szCs w:val="18"/>
              </w:rPr>
              <w:t>Missing details about the feature as it originally existed OR insufficient explanation of the benefits of this feature in their new society</w:t>
            </w:r>
          </w:p>
        </w:tc>
        <w:tc>
          <w:tcPr>
            <w:tcW w:w="2369" w:type="dxa"/>
          </w:tcPr>
          <w:p w:rsidR="00C10EA7" w:rsidRDefault="00C10EA7" w:rsidP="00C10EA7"/>
        </w:tc>
      </w:tr>
      <w:tr w:rsidR="00C10EA7" w:rsidTr="00C10EA7">
        <w:trPr>
          <w:trHeight w:val="1023"/>
        </w:trPr>
        <w:tc>
          <w:tcPr>
            <w:tcW w:w="2369" w:type="dxa"/>
          </w:tcPr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  <w:r>
              <w:t>Classical Rome</w:t>
            </w:r>
          </w:p>
        </w:tc>
        <w:tc>
          <w:tcPr>
            <w:tcW w:w="2369" w:type="dxa"/>
          </w:tcPr>
          <w:p w:rsidR="00C10EA7" w:rsidRPr="00C10EA7" w:rsidRDefault="00C10EA7" w:rsidP="00C10EA7">
            <w:pPr>
              <w:rPr>
                <w:sz w:val="18"/>
                <w:szCs w:val="18"/>
              </w:rPr>
            </w:pPr>
            <w:r w:rsidRPr="00C10EA7">
              <w:rPr>
                <w:sz w:val="18"/>
                <w:szCs w:val="18"/>
              </w:rPr>
              <w:t>Explains the significance</w:t>
            </w:r>
            <w:r w:rsidR="00460EC4">
              <w:rPr>
                <w:sz w:val="18"/>
                <w:szCs w:val="18"/>
              </w:rPr>
              <w:t xml:space="preserve"> of the feature as it existed</w:t>
            </w:r>
            <w:r w:rsidRPr="00C10EA7">
              <w:rPr>
                <w:sz w:val="18"/>
                <w:szCs w:val="18"/>
              </w:rPr>
              <w:t>; Coherently and articulately describe how the contribution will benefit their new society with substantial evidence</w:t>
            </w:r>
          </w:p>
        </w:tc>
        <w:tc>
          <w:tcPr>
            <w:tcW w:w="2369" w:type="dxa"/>
          </w:tcPr>
          <w:p w:rsidR="00C10EA7" w:rsidRDefault="00556F59" w:rsidP="00C10EA7">
            <w:r>
              <w:rPr>
                <w:sz w:val="18"/>
                <w:szCs w:val="18"/>
              </w:rPr>
              <w:t>Explains the primary significance of the feature within its given era; Explains how this feature will benefit their new society, providing some evidence</w:t>
            </w:r>
          </w:p>
        </w:tc>
        <w:tc>
          <w:tcPr>
            <w:tcW w:w="2369" w:type="dxa"/>
          </w:tcPr>
          <w:p w:rsidR="00C10EA7" w:rsidRDefault="00556F59" w:rsidP="00C10EA7">
            <w:r>
              <w:rPr>
                <w:sz w:val="18"/>
                <w:szCs w:val="18"/>
              </w:rPr>
              <w:t>Provides minimal details about the feature as it originally existed; Minimal explanation of how this feature would be beneficial</w:t>
            </w:r>
          </w:p>
        </w:tc>
        <w:tc>
          <w:tcPr>
            <w:tcW w:w="2744" w:type="dxa"/>
          </w:tcPr>
          <w:p w:rsidR="00C10EA7" w:rsidRDefault="00460EC4" w:rsidP="00C10EA7">
            <w:r>
              <w:rPr>
                <w:sz w:val="18"/>
                <w:szCs w:val="18"/>
              </w:rPr>
              <w:t>Missing details about the feature as it originally existed OR insufficient explanation of the benefits of this feature in their new society</w:t>
            </w:r>
          </w:p>
        </w:tc>
        <w:tc>
          <w:tcPr>
            <w:tcW w:w="2369" w:type="dxa"/>
          </w:tcPr>
          <w:p w:rsidR="00C10EA7" w:rsidRDefault="00C10EA7" w:rsidP="00C10EA7"/>
        </w:tc>
      </w:tr>
      <w:tr w:rsidR="00C10EA7" w:rsidTr="00C10EA7">
        <w:trPr>
          <w:trHeight w:val="1061"/>
        </w:trPr>
        <w:tc>
          <w:tcPr>
            <w:tcW w:w="2369" w:type="dxa"/>
          </w:tcPr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  <w:r>
              <w:t>Middle Ages</w:t>
            </w:r>
          </w:p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</w:p>
        </w:tc>
        <w:tc>
          <w:tcPr>
            <w:tcW w:w="2369" w:type="dxa"/>
          </w:tcPr>
          <w:p w:rsidR="00C10EA7" w:rsidRPr="00C10EA7" w:rsidRDefault="00C10EA7" w:rsidP="00C10EA7">
            <w:pPr>
              <w:rPr>
                <w:sz w:val="18"/>
                <w:szCs w:val="18"/>
              </w:rPr>
            </w:pPr>
            <w:r w:rsidRPr="00C10EA7">
              <w:rPr>
                <w:sz w:val="18"/>
                <w:szCs w:val="18"/>
              </w:rPr>
              <w:t>Explains the significance</w:t>
            </w:r>
            <w:r w:rsidR="00460EC4">
              <w:rPr>
                <w:sz w:val="18"/>
                <w:szCs w:val="18"/>
              </w:rPr>
              <w:t xml:space="preserve"> of the feature as it existed</w:t>
            </w:r>
            <w:r w:rsidRPr="00C10EA7">
              <w:rPr>
                <w:sz w:val="18"/>
                <w:szCs w:val="18"/>
              </w:rPr>
              <w:t>; Coherently and articulately describe how the contribution will benefit their new society with substantial evidence</w:t>
            </w:r>
          </w:p>
        </w:tc>
        <w:tc>
          <w:tcPr>
            <w:tcW w:w="2369" w:type="dxa"/>
          </w:tcPr>
          <w:p w:rsidR="00C10EA7" w:rsidRDefault="00556F59" w:rsidP="00C10EA7">
            <w:r>
              <w:rPr>
                <w:sz w:val="18"/>
                <w:szCs w:val="18"/>
              </w:rPr>
              <w:t>Explains the primary significance of the feature within its given era; Explains how this feature will benefit their new society, providing some evidence</w:t>
            </w:r>
          </w:p>
        </w:tc>
        <w:tc>
          <w:tcPr>
            <w:tcW w:w="2369" w:type="dxa"/>
          </w:tcPr>
          <w:p w:rsidR="00C10EA7" w:rsidRDefault="00556F59" w:rsidP="00C10EA7">
            <w:r>
              <w:rPr>
                <w:sz w:val="18"/>
                <w:szCs w:val="18"/>
              </w:rPr>
              <w:t>Provides minimal details about the feature as it originally existed; Minimal explanation of how this feature would be beneficial</w:t>
            </w:r>
          </w:p>
        </w:tc>
        <w:tc>
          <w:tcPr>
            <w:tcW w:w="2744" w:type="dxa"/>
          </w:tcPr>
          <w:p w:rsidR="00C10EA7" w:rsidRDefault="00460EC4" w:rsidP="00C10EA7">
            <w:r>
              <w:rPr>
                <w:sz w:val="18"/>
                <w:szCs w:val="18"/>
              </w:rPr>
              <w:t>Missing details about the feature as it originally existed OR insufficient explanation of the benefits of this feature in their new society</w:t>
            </w:r>
          </w:p>
        </w:tc>
        <w:tc>
          <w:tcPr>
            <w:tcW w:w="2369" w:type="dxa"/>
          </w:tcPr>
          <w:p w:rsidR="00C10EA7" w:rsidRDefault="00C10EA7" w:rsidP="00C10EA7"/>
        </w:tc>
      </w:tr>
      <w:tr w:rsidR="00C10EA7" w:rsidTr="00C10EA7">
        <w:trPr>
          <w:trHeight w:val="1023"/>
        </w:trPr>
        <w:tc>
          <w:tcPr>
            <w:tcW w:w="2369" w:type="dxa"/>
          </w:tcPr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</w:p>
          <w:p w:rsidR="00C10EA7" w:rsidRDefault="00C10EA7" w:rsidP="00C37DEE">
            <w:pPr>
              <w:jc w:val="center"/>
            </w:pPr>
            <w:r>
              <w:t>World Religions</w:t>
            </w:r>
          </w:p>
          <w:p w:rsidR="00C10EA7" w:rsidRDefault="00C10EA7" w:rsidP="00C37DEE">
            <w:pPr>
              <w:jc w:val="center"/>
            </w:pPr>
          </w:p>
        </w:tc>
        <w:tc>
          <w:tcPr>
            <w:tcW w:w="2369" w:type="dxa"/>
          </w:tcPr>
          <w:p w:rsidR="00C10EA7" w:rsidRPr="001A4BC5" w:rsidRDefault="00121346" w:rsidP="00121346">
            <w:pPr>
              <w:rPr>
                <w:sz w:val="18"/>
                <w:szCs w:val="18"/>
              </w:rPr>
            </w:pPr>
            <w:r w:rsidRPr="001A4BC5">
              <w:rPr>
                <w:sz w:val="18"/>
                <w:szCs w:val="18"/>
              </w:rPr>
              <w:t>Thoroughly explains the significances of each guiding moral principle and where they came from, and also explains how the principle will benefit their new society with substantial evidence</w:t>
            </w:r>
          </w:p>
        </w:tc>
        <w:tc>
          <w:tcPr>
            <w:tcW w:w="2369" w:type="dxa"/>
          </w:tcPr>
          <w:p w:rsidR="00C10EA7" w:rsidRPr="001A4BC5" w:rsidRDefault="00121346" w:rsidP="00121346">
            <w:pPr>
              <w:rPr>
                <w:sz w:val="18"/>
                <w:szCs w:val="18"/>
              </w:rPr>
            </w:pPr>
            <w:r w:rsidRPr="001A4BC5">
              <w:rPr>
                <w:sz w:val="18"/>
                <w:szCs w:val="18"/>
              </w:rPr>
              <w:t>Explains each idea of each guiding moral principle and where they came from; Explains how this principle will benefit their new society, providing some evidence</w:t>
            </w:r>
          </w:p>
        </w:tc>
        <w:tc>
          <w:tcPr>
            <w:tcW w:w="2369" w:type="dxa"/>
          </w:tcPr>
          <w:p w:rsidR="00C10EA7" w:rsidRPr="001A4BC5" w:rsidRDefault="00121346" w:rsidP="00C10EA7">
            <w:pPr>
              <w:rPr>
                <w:sz w:val="18"/>
                <w:szCs w:val="18"/>
              </w:rPr>
            </w:pPr>
            <w:r w:rsidRPr="001A4BC5">
              <w:rPr>
                <w:sz w:val="18"/>
                <w:szCs w:val="18"/>
              </w:rPr>
              <w:t>Provides minimal details about the guiding moral principle and where they came from; Minimal explanation of how this feature would be beneficial</w:t>
            </w:r>
          </w:p>
        </w:tc>
        <w:tc>
          <w:tcPr>
            <w:tcW w:w="2744" w:type="dxa"/>
          </w:tcPr>
          <w:p w:rsidR="00C10EA7" w:rsidRPr="001A4BC5" w:rsidRDefault="00121346" w:rsidP="00C10EA7">
            <w:pPr>
              <w:rPr>
                <w:sz w:val="18"/>
                <w:szCs w:val="18"/>
              </w:rPr>
            </w:pPr>
            <w:r w:rsidRPr="001A4BC5">
              <w:rPr>
                <w:sz w:val="18"/>
                <w:szCs w:val="18"/>
              </w:rPr>
              <w:t>Missing details about the guiding moral principles or doesn’t even have all 3 principle accounted for; Insufficient explanation of how they would benefit their new society</w:t>
            </w:r>
          </w:p>
        </w:tc>
        <w:tc>
          <w:tcPr>
            <w:tcW w:w="2369" w:type="dxa"/>
          </w:tcPr>
          <w:p w:rsidR="00C10EA7" w:rsidRDefault="00C10EA7" w:rsidP="00C10EA7"/>
        </w:tc>
      </w:tr>
      <w:tr w:rsidR="00460EC4" w:rsidTr="00C10EA7">
        <w:trPr>
          <w:trHeight w:val="1023"/>
        </w:trPr>
        <w:tc>
          <w:tcPr>
            <w:tcW w:w="2369" w:type="dxa"/>
          </w:tcPr>
          <w:p w:rsidR="00460EC4" w:rsidRDefault="00460EC4" w:rsidP="00C37DEE">
            <w:pPr>
              <w:jc w:val="center"/>
            </w:pPr>
          </w:p>
          <w:p w:rsidR="00460EC4" w:rsidRDefault="00460EC4" w:rsidP="00C37DEE">
            <w:pPr>
              <w:jc w:val="center"/>
            </w:pPr>
            <w:r>
              <w:t>Presentation of Material</w:t>
            </w:r>
          </w:p>
          <w:p w:rsidR="00C37DEE" w:rsidRDefault="00C37DEE" w:rsidP="00C37DEE">
            <w:pPr>
              <w:jc w:val="center"/>
            </w:pPr>
            <w:r>
              <w:t>x2</w:t>
            </w:r>
          </w:p>
        </w:tc>
        <w:tc>
          <w:tcPr>
            <w:tcW w:w="2369" w:type="dxa"/>
          </w:tcPr>
          <w:p w:rsidR="00460EC4" w:rsidRPr="00460EC4" w:rsidRDefault="00460EC4" w:rsidP="00460EC4">
            <w:pPr>
              <w:rPr>
                <w:sz w:val="18"/>
                <w:szCs w:val="18"/>
              </w:rPr>
            </w:pPr>
            <w:r w:rsidRPr="00460EC4">
              <w:rPr>
                <w:sz w:val="18"/>
                <w:szCs w:val="18"/>
              </w:rPr>
              <w:t xml:space="preserve">Presentation is well-developed, organized and effectively </w:t>
            </w:r>
            <w:r>
              <w:rPr>
                <w:sz w:val="18"/>
                <w:szCs w:val="18"/>
              </w:rPr>
              <w:t>convey</w:t>
            </w:r>
            <w:r w:rsidRPr="00460EC4">
              <w:rPr>
                <w:sz w:val="18"/>
                <w:szCs w:val="18"/>
              </w:rPr>
              <w:t>s the material</w:t>
            </w:r>
            <w:r>
              <w:rPr>
                <w:sz w:val="18"/>
                <w:szCs w:val="18"/>
              </w:rPr>
              <w:t>; demonstrates significant effort</w:t>
            </w:r>
          </w:p>
        </w:tc>
        <w:tc>
          <w:tcPr>
            <w:tcW w:w="2369" w:type="dxa"/>
          </w:tcPr>
          <w:p w:rsidR="00460EC4" w:rsidRPr="00460EC4" w:rsidRDefault="00460EC4" w:rsidP="00C10E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Development/organization could use minimal improvement</w:t>
            </w:r>
            <w:r w:rsidRPr="00460EC4">
              <w:rPr>
                <w:sz w:val="18"/>
                <w:szCs w:val="18"/>
              </w:rPr>
              <w:t>; conveys material</w:t>
            </w:r>
            <w:r>
              <w:rPr>
                <w:sz w:val="18"/>
                <w:szCs w:val="18"/>
              </w:rPr>
              <w:t>; demonstrates effort</w:t>
            </w:r>
          </w:p>
        </w:tc>
        <w:tc>
          <w:tcPr>
            <w:tcW w:w="2369" w:type="dxa"/>
          </w:tcPr>
          <w:p w:rsidR="00460EC4" w:rsidRPr="00C37DEE" w:rsidRDefault="00C37DEE" w:rsidP="00C10E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Development/organization could use improvement</w:t>
            </w:r>
            <w:r w:rsidRPr="00460EC4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could better convey</w:t>
            </w:r>
            <w:r w:rsidRPr="00460EC4">
              <w:rPr>
                <w:sz w:val="18"/>
                <w:szCs w:val="18"/>
              </w:rPr>
              <w:t xml:space="preserve"> material</w:t>
            </w:r>
            <w:r>
              <w:rPr>
                <w:sz w:val="18"/>
                <w:szCs w:val="18"/>
              </w:rPr>
              <w:t>; demonstrates some effort</w:t>
            </w:r>
          </w:p>
        </w:tc>
        <w:tc>
          <w:tcPr>
            <w:tcW w:w="2744" w:type="dxa"/>
          </w:tcPr>
          <w:p w:rsidR="00460EC4" w:rsidRPr="00460EC4" w:rsidRDefault="00460EC4" w:rsidP="00C10EA7">
            <w:pPr>
              <w:rPr>
                <w:sz w:val="18"/>
                <w:szCs w:val="18"/>
              </w:rPr>
            </w:pPr>
            <w:r w:rsidRPr="00460EC4">
              <w:rPr>
                <w:sz w:val="18"/>
                <w:szCs w:val="18"/>
              </w:rPr>
              <w:t>Poorly develope</w:t>
            </w:r>
            <w:r w:rsidR="00C37DEE">
              <w:rPr>
                <w:sz w:val="18"/>
                <w:szCs w:val="18"/>
              </w:rPr>
              <w:t>d, disorganized and/or does not effectively convey material; demonstrates minimal effort</w:t>
            </w:r>
          </w:p>
        </w:tc>
        <w:tc>
          <w:tcPr>
            <w:tcW w:w="2369" w:type="dxa"/>
          </w:tcPr>
          <w:p w:rsidR="00460EC4" w:rsidRDefault="00460EC4" w:rsidP="00C10EA7"/>
        </w:tc>
      </w:tr>
    </w:tbl>
    <w:p w:rsidR="0037694A" w:rsidRDefault="0037694A"/>
    <w:sectPr w:rsidR="0037694A" w:rsidSect="00C10EA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6678E"/>
    <w:multiLevelType w:val="hybridMultilevel"/>
    <w:tmpl w:val="1BB8A59E"/>
    <w:lvl w:ilvl="0" w:tplc="D82CAD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EA7"/>
    <w:rsid w:val="00121346"/>
    <w:rsid w:val="001A4BC5"/>
    <w:rsid w:val="00345184"/>
    <w:rsid w:val="0037694A"/>
    <w:rsid w:val="00460EC4"/>
    <w:rsid w:val="00556F59"/>
    <w:rsid w:val="00C10EA7"/>
    <w:rsid w:val="00C37DEE"/>
    <w:rsid w:val="00CE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0E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0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59C61112.dotm</Template>
  <TotalTime>5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D127</dc:creator>
  <cp:lastModifiedBy>D127</cp:lastModifiedBy>
  <cp:revision>3</cp:revision>
  <cp:lastPrinted>2011-12-12T16:07:00Z</cp:lastPrinted>
  <dcterms:created xsi:type="dcterms:W3CDTF">2011-12-09T19:48:00Z</dcterms:created>
  <dcterms:modified xsi:type="dcterms:W3CDTF">2011-12-12T20:06:00Z</dcterms:modified>
</cp:coreProperties>
</file>