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6FF" w:rsidRDefault="00A246FF" w:rsidP="00A246FF">
      <w:pPr>
        <w:pStyle w:val="Default"/>
      </w:pPr>
    </w:p>
    <w:p w:rsidR="00A246FF" w:rsidRPr="00A246FF" w:rsidRDefault="00A246FF" w:rsidP="00A246FF">
      <w:pPr>
        <w:pStyle w:val="Default"/>
        <w:jc w:val="center"/>
        <w:rPr>
          <w:b/>
          <w:bCs/>
          <w:i/>
          <w:iCs/>
          <w:sz w:val="28"/>
          <w:szCs w:val="28"/>
          <w:u w:val="single"/>
        </w:rPr>
      </w:pPr>
      <w:r w:rsidRPr="00A246FF">
        <w:rPr>
          <w:b/>
          <w:bCs/>
          <w:i/>
          <w:iCs/>
          <w:sz w:val="28"/>
          <w:szCs w:val="28"/>
          <w:u w:val="single"/>
        </w:rPr>
        <w:t>Creating a Menu from the Old World</w:t>
      </w: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</w:p>
    <w:p w:rsidR="00A246FF" w:rsidRPr="00A246FF" w:rsidRDefault="00A246FF" w:rsidP="00A246FF">
      <w:pPr>
        <w:pStyle w:val="Default"/>
        <w:rPr>
          <w:sz w:val="28"/>
          <w:szCs w:val="28"/>
        </w:rPr>
      </w:pPr>
      <w:r w:rsidRPr="00A246FF">
        <w:rPr>
          <w:bCs/>
          <w:iCs/>
          <w:sz w:val="28"/>
          <w:szCs w:val="28"/>
        </w:rPr>
        <w:t>Directions:  Using what you read and the chart provided you will need to make a menu for a meal consisting only of food from the Old World.  Use the reading and your textbook to explain the parts of the menu and where the food actually originated.</w:t>
      </w: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Meal:</w:t>
      </w: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1) starter- </w:t>
      </w: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>
        <w:rPr>
          <w:sz w:val="28"/>
          <w:szCs w:val="28"/>
        </w:rPr>
        <w:t>main</w:t>
      </w:r>
      <w:proofErr w:type="gramEnd"/>
      <w:r>
        <w:rPr>
          <w:sz w:val="28"/>
          <w:szCs w:val="28"/>
        </w:rPr>
        <w:t xml:space="preserve"> course- </w:t>
      </w: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gramStart"/>
      <w:r>
        <w:rPr>
          <w:sz w:val="28"/>
          <w:szCs w:val="28"/>
        </w:rPr>
        <w:t>side</w:t>
      </w:r>
      <w:proofErr w:type="gramEnd"/>
      <w:r>
        <w:rPr>
          <w:sz w:val="28"/>
          <w:szCs w:val="28"/>
        </w:rPr>
        <w:t xml:space="preserve"> dish-</w:t>
      </w: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4) dessert- </w:t>
      </w: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5) drink- </w:t>
      </w:r>
    </w:p>
    <w:p w:rsidR="0083416A" w:rsidRDefault="0083416A" w:rsidP="00A246FF"/>
    <w:p w:rsidR="00A246FF" w:rsidRDefault="00A246FF" w:rsidP="00A246FF"/>
    <w:p w:rsidR="00A246FF" w:rsidRDefault="00A246FF" w:rsidP="00A246FF">
      <w:r>
        <w:t>In the space below, please draw and label your meal (use color):</w:t>
      </w:r>
    </w:p>
    <w:p w:rsidR="00A246FF" w:rsidRDefault="00A246FF" w:rsidP="00A246FF"/>
    <w:p w:rsidR="00A246FF" w:rsidRDefault="00A246FF" w:rsidP="00A246FF"/>
    <w:p w:rsidR="00A246FF" w:rsidRDefault="00A246FF" w:rsidP="00A246FF"/>
    <w:p w:rsidR="00A246FF" w:rsidRDefault="00A246FF" w:rsidP="00A246FF"/>
    <w:p w:rsidR="00A246FF" w:rsidRDefault="00A246FF" w:rsidP="00A246FF"/>
    <w:p w:rsidR="00A246FF" w:rsidRDefault="00A246FF" w:rsidP="00A246FF"/>
    <w:p w:rsidR="00A246FF" w:rsidRDefault="00A246FF" w:rsidP="00A246FF"/>
    <w:p w:rsidR="00A246FF" w:rsidRDefault="00A246FF" w:rsidP="00A246FF"/>
    <w:p w:rsidR="00A246FF" w:rsidRDefault="00A246FF" w:rsidP="00A246FF"/>
    <w:p w:rsidR="00A246FF" w:rsidRDefault="00A246FF" w:rsidP="00A246FF"/>
    <w:p w:rsidR="00A246FF" w:rsidRPr="00A246FF" w:rsidRDefault="00A246FF" w:rsidP="00A246FF">
      <w:pPr>
        <w:pStyle w:val="Default"/>
        <w:jc w:val="center"/>
        <w:rPr>
          <w:b/>
          <w:bCs/>
          <w:i/>
          <w:iCs/>
          <w:sz w:val="28"/>
          <w:szCs w:val="28"/>
          <w:u w:val="single"/>
        </w:rPr>
      </w:pPr>
      <w:r w:rsidRPr="00A246FF">
        <w:rPr>
          <w:b/>
          <w:bCs/>
          <w:i/>
          <w:iCs/>
          <w:sz w:val="28"/>
          <w:szCs w:val="28"/>
          <w:u w:val="single"/>
        </w:rPr>
        <w:lastRenderedPageBreak/>
        <w:t xml:space="preserve">Creating a Menu from the </w:t>
      </w:r>
      <w:r>
        <w:rPr>
          <w:b/>
          <w:bCs/>
          <w:i/>
          <w:iCs/>
          <w:sz w:val="28"/>
          <w:szCs w:val="28"/>
          <w:u w:val="single"/>
        </w:rPr>
        <w:t>New</w:t>
      </w:r>
      <w:r w:rsidRPr="00A246FF">
        <w:rPr>
          <w:b/>
          <w:bCs/>
          <w:i/>
          <w:iCs/>
          <w:sz w:val="28"/>
          <w:szCs w:val="28"/>
          <w:u w:val="single"/>
        </w:rPr>
        <w:t xml:space="preserve"> World</w:t>
      </w: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</w:p>
    <w:p w:rsidR="00A246FF" w:rsidRPr="00A246FF" w:rsidRDefault="00A246FF" w:rsidP="00A246FF">
      <w:pPr>
        <w:pStyle w:val="Default"/>
        <w:rPr>
          <w:sz w:val="28"/>
          <w:szCs w:val="28"/>
        </w:rPr>
      </w:pPr>
      <w:r w:rsidRPr="00A246FF">
        <w:rPr>
          <w:bCs/>
          <w:iCs/>
          <w:sz w:val="28"/>
          <w:szCs w:val="28"/>
        </w:rPr>
        <w:t>Directions:  Using what you read and the chart provided you will need to make a menu for a meal cons</w:t>
      </w:r>
      <w:r>
        <w:rPr>
          <w:bCs/>
          <w:iCs/>
          <w:sz w:val="28"/>
          <w:szCs w:val="28"/>
        </w:rPr>
        <w:t>isting only of food from the New</w:t>
      </w:r>
      <w:bookmarkStart w:id="0" w:name="_GoBack"/>
      <w:bookmarkEnd w:id="0"/>
      <w:r w:rsidRPr="00A246FF">
        <w:rPr>
          <w:bCs/>
          <w:iCs/>
          <w:sz w:val="28"/>
          <w:szCs w:val="28"/>
        </w:rPr>
        <w:t xml:space="preserve"> World.  Use the reading and your textbook to explain the parts of the menu and where the food actually originated.</w:t>
      </w: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Meal:</w:t>
      </w: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1) starter- </w:t>
      </w: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>
        <w:rPr>
          <w:sz w:val="28"/>
          <w:szCs w:val="28"/>
        </w:rPr>
        <w:t>main</w:t>
      </w:r>
      <w:proofErr w:type="gramEnd"/>
      <w:r>
        <w:rPr>
          <w:sz w:val="28"/>
          <w:szCs w:val="28"/>
        </w:rPr>
        <w:t xml:space="preserve"> course- </w:t>
      </w: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gramStart"/>
      <w:r>
        <w:rPr>
          <w:sz w:val="28"/>
          <w:szCs w:val="28"/>
        </w:rPr>
        <w:t>side</w:t>
      </w:r>
      <w:proofErr w:type="gramEnd"/>
      <w:r>
        <w:rPr>
          <w:sz w:val="28"/>
          <w:szCs w:val="28"/>
        </w:rPr>
        <w:t xml:space="preserve"> dish-</w:t>
      </w: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4) dessert- </w:t>
      </w: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</w:p>
    <w:p w:rsidR="00A246FF" w:rsidRDefault="00A246FF" w:rsidP="00A246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5) drink- </w:t>
      </w:r>
    </w:p>
    <w:p w:rsidR="00A246FF" w:rsidRDefault="00A246FF" w:rsidP="00A246FF"/>
    <w:p w:rsidR="00A246FF" w:rsidRDefault="00A246FF" w:rsidP="00A246FF"/>
    <w:p w:rsidR="00A246FF" w:rsidRDefault="00A246FF" w:rsidP="00A246FF">
      <w:r>
        <w:t>In the space below, please draw and label your meal (use color):</w:t>
      </w:r>
    </w:p>
    <w:p w:rsidR="00A246FF" w:rsidRDefault="00A246FF" w:rsidP="00A246FF"/>
    <w:sectPr w:rsidR="00A246FF" w:rsidSect="00A246FF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FF"/>
    <w:rsid w:val="0083416A"/>
    <w:rsid w:val="00A246FF"/>
    <w:rsid w:val="00D7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246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246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D3147DB.dotm</Template>
  <TotalTime>22</TotalTime>
  <Pages>2</Pages>
  <Words>1</Words>
  <Characters>883</Characters>
  <Application>Microsoft Office Word</Application>
  <DocSecurity>0</DocSecurity>
  <Lines>11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sewen</dc:creator>
  <cp:lastModifiedBy>sewen</cp:lastModifiedBy>
  <cp:revision>1</cp:revision>
  <cp:lastPrinted>2012-01-30T12:50:00Z</cp:lastPrinted>
  <dcterms:created xsi:type="dcterms:W3CDTF">2012-01-30T12:44:00Z</dcterms:created>
  <dcterms:modified xsi:type="dcterms:W3CDTF">2012-02-16T13:49:00Z</dcterms:modified>
</cp:coreProperties>
</file>