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FC3" w:rsidRPr="00CC3C3C" w:rsidRDefault="00264FC3" w:rsidP="008B6868">
      <w:pPr>
        <w:jc w:val="center"/>
        <w:rPr>
          <w:b/>
          <w:sz w:val="32"/>
          <w:szCs w:val="32"/>
        </w:rPr>
      </w:pPr>
      <w:r w:rsidRPr="00CC3C3C">
        <w:rPr>
          <w:b/>
          <w:sz w:val="32"/>
          <w:szCs w:val="32"/>
        </w:rPr>
        <w:t>World History</w:t>
      </w:r>
    </w:p>
    <w:p w:rsidR="008B6868" w:rsidRPr="00CC3C3C" w:rsidRDefault="008B6868" w:rsidP="008B6868">
      <w:pPr>
        <w:jc w:val="center"/>
        <w:rPr>
          <w:b/>
          <w:sz w:val="32"/>
          <w:szCs w:val="32"/>
        </w:rPr>
      </w:pPr>
      <w:r w:rsidRPr="00CC3C3C">
        <w:rPr>
          <w:b/>
          <w:sz w:val="32"/>
          <w:szCs w:val="32"/>
        </w:rPr>
        <w:t>First Semester Final Performance Task</w:t>
      </w:r>
    </w:p>
    <w:p w:rsidR="001B6A00" w:rsidRPr="00CC3C3C" w:rsidRDefault="001B6A00" w:rsidP="001B6A00">
      <w:pPr>
        <w:rPr>
          <w:u w:val="single"/>
        </w:rPr>
      </w:pPr>
      <w:r w:rsidRPr="00CC3C3C">
        <w:rPr>
          <w:u w:val="single"/>
        </w:rPr>
        <w:t xml:space="preserve">Purpose: </w:t>
      </w:r>
    </w:p>
    <w:p w:rsidR="008B6868" w:rsidRPr="00CC3C3C" w:rsidRDefault="001B6A00">
      <w:r w:rsidRPr="00CC3C3C">
        <w:t>In order to get a full picture of your understanding of World History and what we’ve covered this semester you will be g</w:t>
      </w:r>
      <w:r w:rsidR="00D57270" w:rsidRPr="00CC3C3C">
        <w:t>iven a traditional final exam (</w:t>
      </w:r>
      <w:proofErr w:type="spellStart"/>
      <w:r w:rsidR="00D57270" w:rsidRPr="00CC3C3C">
        <w:t>s</w:t>
      </w:r>
      <w:r w:rsidRPr="00CC3C3C">
        <w:t>cantron</w:t>
      </w:r>
      <w:proofErr w:type="spellEnd"/>
      <w:r w:rsidRPr="00CC3C3C">
        <w:t>) as well as a Performance Task to complete. This performance task will</w:t>
      </w:r>
      <w:r w:rsidR="00A778B8" w:rsidRPr="00CC3C3C">
        <w:t xml:space="preserve"> be worth 5% of your overall </w:t>
      </w:r>
      <w:r w:rsidRPr="00CC3C3C">
        <w:t xml:space="preserve">Grade. </w:t>
      </w:r>
    </w:p>
    <w:p w:rsidR="000F3C38" w:rsidRPr="00CC3C3C" w:rsidRDefault="008B6868">
      <w:pPr>
        <w:rPr>
          <w:u w:val="single"/>
        </w:rPr>
      </w:pPr>
      <w:r w:rsidRPr="00CC3C3C">
        <w:rPr>
          <w:u w:val="single"/>
        </w:rPr>
        <w:t>Setting the Stage:</w:t>
      </w:r>
    </w:p>
    <w:p w:rsidR="001B6A00" w:rsidRPr="00CC3C3C" w:rsidRDefault="000F3C38">
      <w:pPr>
        <w:rPr>
          <w:u w:val="single"/>
        </w:rPr>
      </w:pPr>
      <w:r w:rsidRPr="00CC3C3C">
        <w:t>T</w:t>
      </w:r>
      <w:r w:rsidR="008B6868" w:rsidRPr="00CC3C3C">
        <w:t>he Mayans predicted</w:t>
      </w:r>
      <w:r w:rsidR="001B6A00" w:rsidRPr="00CC3C3C">
        <w:t xml:space="preserve"> the world would end</w:t>
      </w:r>
      <w:r w:rsidRPr="00CC3C3C">
        <w:t xml:space="preserve"> on December 23, 2012</w:t>
      </w:r>
      <w:r w:rsidR="001B6A00" w:rsidRPr="00CC3C3C">
        <w:t xml:space="preserve">. The Mayans were right- </w:t>
      </w:r>
      <w:r w:rsidR="00D57270" w:rsidRPr="00CC3C3C">
        <w:t xml:space="preserve">but </w:t>
      </w:r>
      <w:r w:rsidR="001B6A00" w:rsidRPr="00CC3C3C">
        <w:t xml:space="preserve">something </w:t>
      </w:r>
      <w:r w:rsidR="00D57270" w:rsidRPr="00CC3C3C">
        <w:t>peculiar</w:t>
      </w:r>
      <w:r w:rsidR="001B6A00" w:rsidRPr="00CC3C3C">
        <w:t xml:space="preserve"> has happened</w:t>
      </w:r>
      <w:r w:rsidR="00D57270" w:rsidRPr="00CC3C3C">
        <w:t xml:space="preserve">, </w:t>
      </w:r>
      <w:r w:rsidRPr="00CC3C3C">
        <w:t xml:space="preserve">rather than the end of civilization, it has </w:t>
      </w:r>
      <w:r w:rsidR="001B6A00" w:rsidRPr="00CC3C3C">
        <w:t xml:space="preserve">been reset. The world is </w:t>
      </w:r>
      <w:r w:rsidR="008B6868" w:rsidRPr="00CC3C3C">
        <w:t>a clean s</w:t>
      </w:r>
      <w:r w:rsidR="001B6A00" w:rsidRPr="00CC3C3C">
        <w:t xml:space="preserve">late.  It is up to you to now </w:t>
      </w:r>
      <w:r w:rsidR="008B6868" w:rsidRPr="00CC3C3C">
        <w:t>create a new civilization</w:t>
      </w:r>
      <w:r w:rsidR="001B6A00" w:rsidRPr="00CC3C3C">
        <w:t xml:space="preserve"> that will influence the re-development of the rest of the world</w:t>
      </w:r>
      <w:r w:rsidR="008B6868" w:rsidRPr="00CC3C3C">
        <w:t xml:space="preserve">.  </w:t>
      </w:r>
    </w:p>
    <w:p w:rsidR="008B6868" w:rsidRDefault="008B6868">
      <w:r w:rsidRPr="00CC3C3C">
        <w:t>Your task will b</w:t>
      </w:r>
      <w:r w:rsidR="00481A8D" w:rsidRPr="00CC3C3C">
        <w:t xml:space="preserve">e to use contributions from past </w:t>
      </w:r>
      <w:r w:rsidRPr="00CC3C3C">
        <w:t>civilizations we have studied to forge a new</w:t>
      </w:r>
      <w:r w:rsidR="00481A8D" w:rsidRPr="00CC3C3C">
        <w:t xml:space="preserve"> society.  The c</w:t>
      </w:r>
      <w:r w:rsidRPr="00CC3C3C">
        <w:t xml:space="preserve">ivilizations include River Valley Civilizations, Classical Greece, Classical Rome, and The Middle Ages (around the world and in Europe).  From each civilization you will be </w:t>
      </w:r>
      <w:r w:rsidR="00D57270" w:rsidRPr="00CC3C3C">
        <w:t>allowed to use one feature.  For each feature you select, y</w:t>
      </w:r>
      <w:r w:rsidRPr="00CC3C3C">
        <w:t xml:space="preserve">ou </w:t>
      </w:r>
      <w:r w:rsidR="00264FC3" w:rsidRPr="00CC3C3C">
        <w:t>will need</w:t>
      </w:r>
      <w:r w:rsidR="00D57270" w:rsidRPr="00CC3C3C">
        <w:t xml:space="preserve"> to provide</w:t>
      </w:r>
      <w:r w:rsidRPr="00CC3C3C">
        <w:t xml:space="preserve"> </w:t>
      </w:r>
      <w:r w:rsidR="00D57270" w:rsidRPr="00CC3C3C">
        <w:t>details about that feature as it had existed previously, and</w:t>
      </w:r>
      <w:r w:rsidR="00264FC3" w:rsidRPr="00CC3C3C">
        <w:t xml:space="preserve"> </w:t>
      </w:r>
      <w:r w:rsidR="00D57270" w:rsidRPr="00CC3C3C">
        <w:t xml:space="preserve">explain in detail </w:t>
      </w:r>
      <w:r w:rsidRPr="00CC3C3C">
        <w:t xml:space="preserve">why you chose that feature over </w:t>
      </w:r>
      <w:r w:rsidR="00264FC3" w:rsidRPr="00CC3C3C">
        <w:t xml:space="preserve">others and how it can help your </w:t>
      </w:r>
      <w:r w:rsidRPr="00CC3C3C">
        <w:t>burgeoning</w:t>
      </w:r>
      <w:r w:rsidR="001B6A00" w:rsidRPr="00CC3C3C">
        <w:t xml:space="preserve"> (growing)</w:t>
      </w:r>
      <w:r w:rsidRPr="00CC3C3C">
        <w:t xml:space="preserve"> society.</w:t>
      </w:r>
    </w:p>
    <w:p w:rsidR="00CC3C3C" w:rsidRDefault="00CC3C3C" w:rsidP="00CC3C3C">
      <w:pPr>
        <w:rPr>
          <w:color w:val="000000"/>
        </w:rPr>
      </w:pPr>
      <w:r>
        <w:rPr>
          <w:color w:val="000000"/>
        </w:rPr>
        <w:t xml:space="preserve">In addition to choosing four features, one from each of the four civilizations we have studied, (River Valley Civilizations, Classical Greece, Classical Rome, and The Middle Ages) you must also address the role of religion in your new civilization.  What do people hope to gain from religion?  Explain the role of religion in a follower’s daily life by providing examples from the religions we have studied (provide examples from three different religions).  Choose three beliefs/practices/rituals that you would incorporate into your new civilization to provide moral guidance.  From where did each of these beliefs/practices/rituals originate?  How will they benefit your civilization?  The beliefs/practices/rituals that you choose may be from the same religion, or they may be a combination of beliefs/practices/rituals from multiple religions.  </w:t>
      </w:r>
    </w:p>
    <w:p w:rsidR="008B6868" w:rsidRDefault="008B6868">
      <w:pPr>
        <w:rPr>
          <w:u w:val="single"/>
        </w:rPr>
      </w:pPr>
      <w:r>
        <w:rPr>
          <w:u w:val="single"/>
        </w:rPr>
        <w:t>How to present your new civilization</w:t>
      </w:r>
      <w:r w:rsidRPr="008B6868">
        <w:rPr>
          <w:u w:val="single"/>
        </w:rPr>
        <w:t>:</w:t>
      </w:r>
    </w:p>
    <w:p w:rsidR="008B6868" w:rsidRDefault="008B6868">
      <w:r>
        <w:t>You</w:t>
      </w:r>
      <w:r w:rsidR="00264FC3">
        <w:t xml:space="preserve"> may</w:t>
      </w:r>
      <w:r>
        <w:t xml:space="preserve"> choose how you will present your final performance task.  All of the following are ways in which you might choose to do this assignment (but are not limited by):</w:t>
      </w:r>
    </w:p>
    <w:p w:rsidR="008B6868" w:rsidRDefault="008B6868" w:rsidP="001B6A00">
      <w:pPr>
        <w:pStyle w:val="ListParagraph"/>
        <w:numPr>
          <w:ilvl w:val="0"/>
          <w:numId w:val="1"/>
        </w:numPr>
      </w:pPr>
      <w:r>
        <w:t>Creative Story</w:t>
      </w:r>
    </w:p>
    <w:p w:rsidR="00481A8D" w:rsidRPr="00CC3C3C" w:rsidRDefault="00481A8D" w:rsidP="001B6A00">
      <w:pPr>
        <w:pStyle w:val="ListParagraph"/>
        <w:numPr>
          <w:ilvl w:val="0"/>
          <w:numId w:val="1"/>
        </w:numPr>
      </w:pPr>
      <w:r w:rsidRPr="00CC3C3C">
        <w:t>Children’s Book/Picture Book</w:t>
      </w:r>
    </w:p>
    <w:p w:rsidR="00481A8D" w:rsidRPr="00CC3C3C" w:rsidRDefault="00481A8D" w:rsidP="001B6A00">
      <w:pPr>
        <w:pStyle w:val="ListParagraph"/>
        <w:numPr>
          <w:ilvl w:val="0"/>
          <w:numId w:val="1"/>
        </w:numPr>
      </w:pPr>
      <w:r w:rsidRPr="00CC3C3C">
        <w:t>Collage</w:t>
      </w:r>
    </w:p>
    <w:p w:rsidR="008B6868" w:rsidRPr="00CC3C3C" w:rsidRDefault="008B6868" w:rsidP="001B6A00">
      <w:pPr>
        <w:pStyle w:val="ListParagraph"/>
        <w:numPr>
          <w:ilvl w:val="0"/>
          <w:numId w:val="1"/>
        </w:numPr>
      </w:pPr>
      <w:r w:rsidRPr="00CC3C3C">
        <w:t>Song</w:t>
      </w:r>
      <w:r w:rsidR="00481A8D" w:rsidRPr="00CC3C3C">
        <w:t xml:space="preserve"> </w:t>
      </w:r>
    </w:p>
    <w:p w:rsidR="00481A8D" w:rsidRPr="00CC3C3C" w:rsidRDefault="00481A8D" w:rsidP="001B6A00">
      <w:pPr>
        <w:pStyle w:val="ListParagraph"/>
        <w:numPr>
          <w:ilvl w:val="0"/>
          <w:numId w:val="1"/>
        </w:numPr>
      </w:pPr>
      <w:r w:rsidRPr="00CC3C3C">
        <w:t>Poem</w:t>
      </w:r>
    </w:p>
    <w:p w:rsidR="008B6868" w:rsidRPr="00CC3C3C" w:rsidRDefault="008B6868" w:rsidP="001B6A00">
      <w:pPr>
        <w:pStyle w:val="ListParagraph"/>
        <w:numPr>
          <w:ilvl w:val="0"/>
          <w:numId w:val="1"/>
        </w:numPr>
      </w:pPr>
      <w:r w:rsidRPr="00CC3C3C">
        <w:t>PowerPoint</w:t>
      </w:r>
    </w:p>
    <w:p w:rsidR="00481A8D" w:rsidRPr="00CC3C3C" w:rsidRDefault="00481A8D" w:rsidP="001B6A00">
      <w:pPr>
        <w:pStyle w:val="ListParagraph"/>
        <w:numPr>
          <w:ilvl w:val="0"/>
          <w:numId w:val="1"/>
        </w:numPr>
      </w:pPr>
      <w:r w:rsidRPr="00CC3C3C">
        <w:t>Travel Journal/Scrapbook</w:t>
      </w:r>
    </w:p>
    <w:p w:rsidR="008B6868" w:rsidRDefault="00264FC3" w:rsidP="001B6A00">
      <w:pPr>
        <w:pStyle w:val="ListParagraph"/>
        <w:numPr>
          <w:ilvl w:val="0"/>
          <w:numId w:val="1"/>
        </w:numPr>
      </w:pPr>
      <w:r>
        <w:t>Comic Book</w:t>
      </w:r>
    </w:p>
    <w:p w:rsidR="00264FC3" w:rsidRDefault="00264FC3" w:rsidP="001B6A00">
      <w:pPr>
        <w:pStyle w:val="ListParagraph"/>
        <w:numPr>
          <w:ilvl w:val="0"/>
          <w:numId w:val="1"/>
        </w:numPr>
      </w:pPr>
      <w:proofErr w:type="spellStart"/>
      <w:r>
        <w:t>Prezi</w:t>
      </w:r>
      <w:proofErr w:type="spellEnd"/>
    </w:p>
    <w:p w:rsidR="00264FC3" w:rsidRDefault="00264FC3" w:rsidP="001B6A00">
      <w:pPr>
        <w:pStyle w:val="ListParagraph"/>
        <w:numPr>
          <w:ilvl w:val="0"/>
          <w:numId w:val="1"/>
        </w:numPr>
      </w:pPr>
      <w:proofErr w:type="spellStart"/>
      <w:r>
        <w:t>MindMap</w:t>
      </w:r>
      <w:proofErr w:type="spellEnd"/>
    </w:p>
    <w:p w:rsidR="00CC3C3C" w:rsidRPr="008B6868" w:rsidRDefault="00264FC3" w:rsidP="00CC3C3C">
      <w:pPr>
        <w:pStyle w:val="ListParagraph"/>
        <w:numPr>
          <w:ilvl w:val="0"/>
          <w:numId w:val="1"/>
        </w:numPr>
      </w:pPr>
      <w:r>
        <w:t>Movie Maker</w:t>
      </w:r>
      <w:bookmarkStart w:id="0" w:name="_GoBack"/>
      <w:bookmarkEnd w:id="0"/>
    </w:p>
    <w:sectPr w:rsidR="00CC3C3C" w:rsidRPr="008B6868" w:rsidSect="001B6A00">
      <w:pgSz w:w="12240" w:h="15840"/>
      <w:pgMar w:top="630" w:right="270" w:bottom="14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B1DA6"/>
    <w:multiLevelType w:val="hybridMultilevel"/>
    <w:tmpl w:val="65249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868"/>
    <w:rsid w:val="000F3C38"/>
    <w:rsid w:val="001B6A00"/>
    <w:rsid w:val="00264FC3"/>
    <w:rsid w:val="00481A8D"/>
    <w:rsid w:val="00850EFF"/>
    <w:rsid w:val="008B6868"/>
    <w:rsid w:val="00A778B8"/>
    <w:rsid w:val="00C8314B"/>
    <w:rsid w:val="00CC3C3C"/>
    <w:rsid w:val="00D57270"/>
    <w:rsid w:val="00EA1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A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67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59C61112.dotm</Template>
  <TotalTime>0</TotalTime>
  <Pages>1</Pages>
  <Words>358</Words>
  <Characters>2047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D127</dc:creator>
  <cp:lastModifiedBy>D127</cp:lastModifiedBy>
  <cp:revision>2</cp:revision>
  <cp:lastPrinted>2011-12-12T16:06:00Z</cp:lastPrinted>
  <dcterms:created xsi:type="dcterms:W3CDTF">2011-12-12T21:11:00Z</dcterms:created>
  <dcterms:modified xsi:type="dcterms:W3CDTF">2011-12-12T21:11:00Z</dcterms:modified>
</cp:coreProperties>
</file>