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78" w:rsidRPr="00431B02" w:rsidRDefault="00431B02" w:rsidP="00431B02">
      <w:pPr>
        <w:jc w:val="center"/>
        <w:rPr>
          <w:b/>
          <w:sz w:val="28"/>
          <w:szCs w:val="28"/>
          <w:u w:val="single"/>
        </w:rPr>
      </w:pPr>
      <w:r w:rsidRPr="00431B02">
        <w:rPr>
          <w:b/>
          <w:sz w:val="28"/>
          <w:szCs w:val="28"/>
          <w:u w:val="single"/>
        </w:rPr>
        <w:t>Issues Brochure</w:t>
      </w:r>
    </w:p>
    <w:p w:rsidR="00431B02" w:rsidRDefault="00431B02">
      <w:r>
        <w:tab/>
        <w:t xml:space="preserve">You are making a brochure using Microsoft Publisher.  You will be covering </w:t>
      </w:r>
      <w:r w:rsidR="000F3594">
        <w:t>3 issues that are currently facing the United States or Canada.  Use pages 172-181 to help you with this assignment.</w:t>
      </w:r>
    </w:p>
    <w:p w:rsidR="000F3594" w:rsidRDefault="000F3594">
      <w:r>
        <w:t>The 3 issues you need to cover are:</w:t>
      </w:r>
    </w:p>
    <w:p w:rsidR="000F3594" w:rsidRDefault="000F3594">
      <w:r>
        <w:t>Terrorism</w:t>
      </w:r>
    </w:p>
    <w:p w:rsidR="000F3594" w:rsidRDefault="000F3594">
      <w:r>
        <w:t>Urban Sprawl</w:t>
      </w:r>
    </w:p>
    <w:p w:rsidR="000F3594" w:rsidRDefault="000F3594">
      <w:r>
        <w:t>Immigration</w:t>
      </w:r>
    </w:p>
    <w:p w:rsidR="00431B02" w:rsidRPr="00431B02" w:rsidRDefault="00431B02">
      <w:pPr>
        <w:rPr>
          <w:u w:val="single"/>
        </w:rPr>
      </w:pPr>
      <w:r w:rsidRPr="00431B02">
        <w:rPr>
          <w:u w:val="single"/>
        </w:rPr>
        <w:t>Requirements:</w:t>
      </w:r>
    </w:p>
    <w:p w:rsidR="00431B02" w:rsidRDefault="000F3594">
      <w:r>
        <w:t>-</w:t>
      </w:r>
      <w:r w:rsidR="00431B02">
        <w:t>Cover Page that includes some sort of graphics, a title, and your name</w:t>
      </w:r>
    </w:p>
    <w:p w:rsidR="00431B02" w:rsidRDefault="000F3594">
      <w:r>
        <w:t>-A picture or graphic for each issue (must be appropriate)</w:t>
      </w:r>
    </w:p>
    <w:p w:rsidR="00431B02" w:rsidRDefault="000F3594">
      <w:r>
        <w:t>-</w:t>
      </w:r>
      <w:r w:rsidR="00431B02">
        <w:t xml:space="preserve">Each issue will have the following parts to it, </w:t>
      </w:r>
      <w:r w:rsidR="00431B02" w:rsidRPr="00431B02">
        <w:rPr>
          <w:b/>
        </w:rPr>
        <w:t>do</w:t>
      </w:r>
      <w:r w:rsidR="00431B02">
        <w:t xml:space="preserve"> </w:t>
      </w:r>
      <w:r w:rsidR="00431B02" w:rsidRPr="00431B02">
        <w:rPr>
          <w:b/>
        </w:rPr>
        <w:t>them in this order</w:t>
      </w:r>
      <w:r w:rsidR="00431B02">
        <w:t>:</w:t>
      </w:r>
    </w:p>
    <w:p w:rsidR="002C31A4" w:rsidRPr="000F3594" w:rsidRDefault="00431B02">
      <w:pPr>
        <w:rPr>
          <w:u w:val="single"/>
        </w:rPr>
      </w:pPr>
      <w:r>
        <w:tab/>
      </w:r>
      <w:r w:rsidRPr="000F3594">
        <w:rPr>
          <w:u w:val="single"/>
        </w:rPr>
        <w:t xml:space="preserve">The Issue:  </w:t>
      </w:r>
    </w:p>
    <w:p w:rsidR="00431B02" w:rsidRDefault="00431B02" w:rsidP="002C31A4">
      <w:pPr>
        <w:ind w:firstLine="720"/>
      </w:pPr>
      <w:r>
        <w:t>List the Issue</w:t>
      </w:r>
    </w:p>
    <w:p w:rsidR="002C31A4" w:rsidRDefault="002C31A4" w:rsidP="002C31A4">
      <w:pPr>
        <w:ind w:firstLine="720"/>
      </w:pPr>
    </w:p>
    <w:p w:rsidR="002C31A4" w:rsidRPr="000F3594" w:rsidRDefault="00431B02">
      <w:pPr>
        <w:rPr>
          <w:u w:val="single"/>
        </w:rPr>
      </w:pPr>
      <w:r>
        <w:tab/>
      </w:r>
      <w:r w:rsidRPr="000F3594">
        <w:rPr>
          <w:u w:val="single"/>
        </w:rPr>
        <w:t>Why</w:t>
      </w:r>
      <w:r w:rsidR="000F3594">
        <w:rPr>
          <w:u w:val="single"/>
        </w:rPr>
        <w:t xml:space="preserve"> is this Important?</w:t>
      </w:r>
    </w:p>
    <w:p w:rsidR="00431B02" w:rsidRDefault="00431B02" w:rsidP="002C31A4">
      <w:pPr>
        <w:ind w:firstLine="720"/>
      </w:pPr>
      <w:r>
        <w:t>2-3 sentences about why you think the issue is so important</w:t>
      </w:r>
    </w:p>
    <w:p w:rsidR="002C31A4" w:rsidRDefault="002C31A4" w:rsidP="002C31A4">
      <w:pPr>
        <w:ind w:firstLine="720"/>
      </w:pPr>
    </w:p>
    <w:p w:rsidR="002C31A4" w:rsidRPr="000F3594" w:rsidRDefault="00431B02" w:rsidP="002C31A4">
      <w:pPr>
        <w:rPr>
          <w:u w:val="single"/>
        </w:rPr>
      </w:pPr>
      <w:r>
        <w:tab/>
      </w:r>
      <w:r w:rsidR="000F3594" w:rsidRPr="000F3594">
        <w:rPr>
          <w:u w:val="single"/>
        </w:rPr>
        <w:t>Examples or specifics about the issue:</w:t>
      </w:r>
      <w:r w:rsidRPr="000F3594">
        <w:rPr>
          <w:u w:val="single"/>
        </w:rPr>
        <w:t xml:space="preserve">  </w:t>
      </w:r>
    </w:p>
    <w:p w:rsidR="00431B02" w:rsidRDefault="00431B02" w:rsidP="002C31A4">
      <w:pPr>
        <w:ind w:firstLine="720"/>
      </w:pPr>
      <w:r>
        <w:t xml:space="preserve">2-3 sentences about how this issue has come up in the news </w:t>
      </w:r>
      <w:r w:rsidR="000F3594">
        <w:t>in recent years</w:t>
      </w:r>
    </w:p>
    <w:p w:rsidR="002C31A4" w:rsidRDefault="002C31A4" w:rsidP="002C31A4">
      <w:pPr>
        <w:ind w:firstLine="720"/>
      </w:pPr>
    </w:p>
    <w:p w:rsidR="002C31A4" w:rsidRPr="000F3594" w:rsidRDefault="00431B02">
      <w:pPr>
        <w:rPr>
          <w:u w:val="single"/>
        </w:rPr>
      </w:pPr>
      <w:r>
        <w:tab/>
      </w:r>
      <w:r w:rsidR="002C31A4" w:rsidRPr="000F3594">
        <w:rPr>
          <w:u w:val="single"/>
        </w:rPr>
        <w:t xml:space="preserve">What I would </w:t>
      </w:r>
      <w:proofErr w:type="gramStart"/>
      <w:r w:rsidR="002C31A4" w:rsidRPr="000F3594">
        <w:rPr>
          <w:u w:val="single"/>
        </w:rPr>
        <w:t>Do</w:t>
      </w:r>
      <w:proofErr w:type="gramEnd"/>
      <w:r w:rsidR="002C31A4" w:rsidRPr="000F3594">
        <w:rPr>
          <w:u w:val="single"/>
        </w:rPr>
        <w:t xml:space="preserve">:  </w:t>
      </w:r>
    </w:p>
    <w:p w:rsidR="00431B02" w:rsidRDefault="000F3594" w:rsidP="002C31A4">
      <w:pPr>
        <w:ind w:firstLine="720"/>
      </w:pPr>
      <w:r>
        <w:t xml:space="preserve">2-3 </w:t>
      </w:r>
      <w:r w:rsidR="00431B02">
        <w:t xml:space="preserve">sentences about what steps you would take </w:t>
      </w:r>
      <w:r>
        <w:t>to address this issue</w:t>
      </w:r>
    </w:p>
    <w:p w:rsidR="002C31A4" w:rsidRDefault="00431B02">
      <w:r>
        <w:tab/>
      </w:r>
    </w:p>
    <w:p w:rsidR="002C31A4" w:rsidRPr="000F3594" w:rsidRDefault="002C31A4" w:rsidP="002C31A4">
      <w:pPr>
        <w:ind w:firstLine="720"/>
        <w:rPr>
          <w:u w:val="single"/>
        </w:rPr>
      </w:pPr>
      <w:r w:rsidRPr="000F3594">
        <w:rPr>
          <w:u w:val="single"/>
        </w:rPr>
        <w:t>What our Gov</w:t>
      </w:r>
      <w:r w:rsidR="000F3594">
        <w:rPr>
          <w:u w:val="single"/>
        </w:rPr>
        <w:t>ernment</w:t>
      </w:r>
      <w:r w:rsidRPr="000F3594">
        <w:rPr>
          <w:u w:val="single"/>
        </w:rPr>
        <w:t xml:space="preserve"> is </w:t>
      </w:r>
      <w:proofErr w:type="gramStart"/>
      <w:r w:rsidRPr="000F3594">
        <w:rPr>
          <w:u w:val="single"/>
        </w:rPr>
        <w:t>Doing</w:t>
      </w:r>
      <w:proofErr w:type="gramEnd"/>
      <w:r w:rsidRPr="000F3594">
        <w:rPr>
          <w:u w:val="single"/>
        </w:rPr>
        <w:t>:</w:t>
      </w:r>
    </w:p>
    <w:p w:rsidR="00431B02" w:rsidRDefault="00431B02" w:rsidP="002C31A4">
      <w:pPr>
        <w:ind w:firstLine="720"/>
      </w:pPr>
      <w:r>
        <w:t>4-5 sentences about what our government or president is currently doing to address the situation</w:t>
      </w:r>
    </w:p>
    <w:p w:rsidR="002C31A4" w:rsidRDefault="00431B02">
      <w:r>
        <w:tab/>
      </w:r>
    </w:p>
    <w:p w:rsidR="002C31A4" w:rsidRPr="000F3594" w:rsidRDefault="002C31A4" w:rsidP="002C31A4">
      <w:pPr>
        <w:ind w:firstLine="720"/>
        <w:rPr>
          <w:u w:val="single"/>
        </w:rPr>
      </w:pPr>
      <w:r w:rsidRPr="000F3594">
        <w:rPr>
          <w:u w:val="single"/>
        </w:rPr>
        <w:t>Future:</w:t>
      </w:r>
    </w:p>
    <w:p w:rsidR="00431B02" w:rsidRDefault="00431B02" w:rsidP="000F3594">
      <w:pPr>
        <w:ind w:firstLine="720"/>
      </w:pPr>
      <w:r>
        <w:t>2-3 sentences about what you think this issue will look like 10 years from now</w:t>
      </w:r>
      <w:bookmarkStart w:id="0" w:name="_GoBack"/>
      <w:bookmarkEnd w:id="0"/>
    </w:p>
    <w:sectPr w:rsidR="00431B02" w:rsidSect="002C31A4">
      <w:pgSz w:w="12240" w:h="15840"/>
      <w:pgMar w:top="990" w:right="117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1B02"/>
    <w:rsid w:val="000F3594"/>
    <w:rsid w:val="001E7B78"/>
    <w:rsid w:val="00281CAD"/>
    <w:rsid w:val="002C31A4"/>
    <w:rsid w:val="0043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9BE634C4.dotm</Template>
  <TotalTime>23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dcterms:created xsi:type="dcterms:W3CDTF">2010-01-20T13:23:00Z</dcterms:created>
  <dcterms:modified xsi:type="dcterms:W3CDTF">2012-02-24T15:22:00Z</dcterms:modified>
</cp:coreProperties>
</file>