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713" w:rsidRPr="00397AAA" w:rsidRDefault="00397AAA" w:rsidP="00397AAA">
      <w:pPr>
        <w:jc w:val="center"/>
        <w:rPr>
          <w:b/>
          <w:sz w:val="32"/>
          <w:szCs w:val="32"/>
          <w:u w:val="single"/>
        </w:rPr>
      </w:pPr>
      <w:r w:rsidRPr="00397AAA">
        <w:rPr>
          <w:b/>
          <w:sz w:val="32"/>
          <w:szCs w:val="32"/>
          <w:u w:val="single"/>
        </w:rPr>
        <w:t>Japan one year later</w:t>
      </w:r>
    </w:p>
    <w:p w:rsidR="00397AAA" w:rsidRDefault="00397AAA" w:rsidP="00397AAA">
      <w:pPr>
        <w:pStyle w:val="ListParagraph"/>
        <w:numPr>
          <w:ilvl w:val="0"/>
          <w:numId w:val="1"/>
        </w:numPr>
      </w:pPr>
      <w:r>
        <w:t xml:space="preserve">Create a PowerPoint.  Title it something to do with Japan one year later and put your name on the first slide. </w:t>
      </w:r>
    </w:p>
    <w:p w:rsidR="00397AAA" w:rsidRDefault="00397AAA" w:rsidP="00397AAA">
      <w:pPr>
        <w:pStyle w:val="ListParagraph"/>
      </w:pPr>
    </w:p>
    <w:p w:rsidR="00397AAA" w:rsidRDefault="00397AAA" w:rsidP="00397AAA">
      <w:pPr>
        <w:pStyle w:val="ListParagraph"/>
        <w:numPr>
          <w:ilvl w:val="0"/>
          <w:numId w:val="1"/>
        </w:numPr>
      </w:pPr>
      <w:r>
        <w:t xml:space="preserve">Go to </w:t>
      </w:r>
      <w:hyperlink r:id="rId6" w:history="1">
        <w:r w:rsidRPr="00B545AA">
          <w:rPr>
            <w:rStyle w:val="Hyperlink"/>
          </w:rPr>
          <w:t>http://www.nytimes.com/interactive/2012/03/01/world/asia/JapanBeforeAfter.html</w:t>
        </w:r>
      </w:hyperlink>
    </w:p>
    <w:p w:rsidR="00397AAA" w:rsidRDefault="00397AAA" w:rsidP="00397AAA">
      <w:pPr>
        <w:pStyle w:val="ListParagraph"/>
        <w:numPr>
          <w:ilvl w:val="0"/>
          <w:numId w:val="2"/>
        </w:numPr>
      </w:pPr>
      <w:r>
        <w:t>Take some time to look at the before and after pictures from Japan…you must slide the bar back and forth to see both the full before and the full after</w:t>
      </w:r>
    </w:p>
    <w:p w:rsidR="00397AAA" w:rsidRDefault="00397AAA" w:rsidP="00397AAA"/>
    <w:p w:rsidR="00397AAA" w:rsidRDefault="00397AAA" w:rsidP="00397AAA">
      <w:pPr>
        <w:pStyle w:val="ListParagraph"/>
        <w:numPr>
          <w:ilvl w:val="0"/>
          <w:numId w:val="1"/>
        </w:numPr>
      </w:pPr>
      <w:r>
        <w:t xml:space="preserve">Now go to </w:t>
      </w:r>
      <w:hyperlink r:id="rId7" w:history="1">
        <w:r w:rsidRPr="00B545AA">
          <w:rPr>
            <w:rStyle w:val="Hyperlink"/>
          </w:rPr>
          <w:t>http://www.nytimes.com/interactive/2011/03/13/world/asia/satellite-photos-japan-before-and-after-tsunami.html</w:t>
        </w:r>
      </w:hyperlink>
    </w:p>
    <w:p w:rsidR="00397AAA" w:rsidRDefault="00397AAA" w:rsidP="00397AAA">
      <w:pPr>
        <w:pStyle w:val="ListParagraph"/>
        <w:numPr>
          <w:ilvl w:val="0"/>
          <w:numId w:val="2"/>
        </w:numPr>
      </w:pPr>
      <w:r>
        <w:t>Now take some time to look at the satellite photos in the same way</w:t>
      </w:r>
    </w:p>
    <w:p w:rsidR="00397AAA" w:rsidRDefault="00397AAA" w:rsidP="00397AAA"/>
    <w:p w:rsidR="00397AAA" w:rsidRDefault="00397AAA" w:rsidP="00397AAA">
      <w:pPr>
        <w:pStyle w:val="ListParagraph"/>
        <w:numPr>
          <w:ilvl w:val="0"/>
          <w:numId w:val="1"/>
        </w:numPr>
      </w:pPr>
      <w:r>
        <w:t>Next, find some before and after pictures that stand out to you similar to the ones you just looked at and put them into your PowerPoint.  Beneath each set of photos type an explanation of what we are seeing in the pictures and what can be learned about the progress being made from the photos.  Include photos that show positive progress, but also include photos that show how much damage is still left to be fixed.</w:t>
      </w:r>
    </w:p>
    <w:p w:rsidR="00397AAA" w:rsidRDefault="00397AAA" w:rsidP="00397AAA"/>
    <w:p w:rsidR="00397AAA" w:rsidRDefault="00397AAA" w:rsidP="00397AAA">
      <w:pPr>
        <w:pStyle w:val="ListParagraph"/>
        <w:numPr>
          <w:ilvl w:val="0"/>
          <w:numId w:val="1"/>
        </w:numPr>
      </w:pPr>
      <w:r>
        <w:t xml:space="preserve">Next, find an article written in the past week.  On a new slide List the article and author, and then put in 4 quotes from the article that summarize the major points of the article.  You might be using an article that talks about how great the progress has been or you might be using an article that stresses how </w:t>
      </w:r>
      <w:proofErr w:type="gramStart"/>
      <w:r>
        <w:t>much still needs</w:t>
      </w:r>
      <w:proofErr w:type="gramEnd"/>
      <w:r>
        <w:t xml:space="preserve"> to be done.  It is your choice.</w:t>
      </w:r>
    </w:p>
    <w:p w:rsidR="00397AAA" w:rsidRDefault="00397AAA" w:rsidP="00397AAA">
      <w:pPr>
        <w:pStyle w:val="ListParagraph"/>
      </w:pPr>
    </w:p>
    <w:p w:rsidR="00397AAA" w:rsidRDefault="00397AAA" w:rsidP="00397AAA">
      <w:pPr>
        <w:pStyle w:val="ListParagraph"/>
        <w:numPr>
          <w:ilvl w:val="0"/>
          <w:numId w:val="1"/>
        </w:numPr>
      </w:pPr>
      <w:r>
        <w:t xml:space="preserve">Last, read the following article: </w:t>
      </w:r>
      <w:hyperlink r:id="rId8" w:history="1">
        <w:r w:rsidRPr="00B545AA">
          <w:rPr>
            <w:rStyle w:val="Hyperlink"/>
          </w:rPr>
          <w:t>http://www.nytimes.com/2012/03/09/world/asia/japan-shutting-down-its-nuclear-power-industry.html?_r=1</w:t>
        </w:r>
      </w:hyperlink>
    </w:p>
    <w:p w:rsidR="00397AAA" w:rsidRDefault="00397AAA" w:rsidP="00397AAA">
      <w:pPr>
        <w:pStyle w:val="ListParagraph"/>
      </w:pPr>
    </w:p>
    <w:p w:rsidR="00397AAA" w:rsidRDefault="00397AAA" w:rsidP="00397AAA">
      <w:pPr>
        <w:pStyle w:val="ListParagraph"/>
        <w:numPr>
          <w:ilvl w:val="0"/>
          <w:numId w:val="2"/>
        </w:numPr>
      </w:pPr>
      <w:r>
        <w:t>Create a slide listing the pro’s and con’s for ending the use of nuclear energy in Japan</w:t>
      </w:r>
    </w:p>
    <w:p w:rsidR="00397AAA" w:rsidRDefault="00397AAA" w:rsidP="00397AAA">
      <w:pPr>
        <w:pStyle w:val="ListParagraph"/>
        <w:numPr>
          <w:ilvl w:val="0"/>
          <w:numId w:val="2"/>
        </w:numPr>
      </w:pPr>
      <w:r>
        <w:t>Then create another slide in which you write a paragraph picking a side: Yes, end nuclear energy in Japan or No, Japan needs to keep nuclear energy.  Your paragraph should use at least one quote from the article.</w:t>
      </w:r>
    </w:p>
    <w:p w:rsidR="00397AAA" w:rsidRDefault="00397AAA" w:rsidP="00397AAA"/>
    <w:p w:rsidR="00397AAA" w:rsidRDefault="00397AAA" w:rsidP="00397AAA">
      <w:pPr>
        <w:pStyle w:val="ListParagraph"/>
        <w:numPr>
          <w:ilvl w:val="0"/>
          <w:numId w:val="1"/>
        </w:numPr>
      </w:pPr>
      <w:r>
        <w:t>Save all of your work and we will continue working on this tomorrow.</w:t>
      </w:r>
      <w:bookmarkStart w:id="0" w:name="_GoBack"/>
      <w:bookmarkEnd w:id="0"/>
    </w:p>
    <w:sectPr w:rsidR="00397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3754F"/>
    <w:multiLevelType w:val="hybridMultilevel"/>
    <w:tmpl w:val="F2B837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5E12F7"/>
    <w:multiLevelType w:val="hybridMultilevel"/>
    <w:tmpl w:val="01C40CF0"/>
    <w:lvl w:ilvl="0" w:tplc="FEB2A7C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AAA"/>
    <w:rsid w:val="00325713"/>
    <w:rsid w:val="00397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AAA"/>
    <w:pPr>
      <w:ind w:left="720"/>
      <w:contextualSpacing/>
    </w:pPr>
  </w:style>
  <w:style w:type="character" w:styleId="Hyperlink">
    <w:name w:val="Hyperlink"/>
    <w:basedOn w:val="DefaultParagraphFont"/>
    <w:uiPriority w:val="99"/>
    <w:unhideWhenUsed/>
    <w:rsid w:val="00397A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AAA"/>
    <w:pPr>
      <w:ind w:left="720"/>
      <w:contextualSpacing/>
    </w:pPr>
  </w:style>
  <w:style w:type="character" w:styleId="Hyperlink">
    <w:name w:val="Hyperlink"/>
    <w:basedOn w:val="DefaultParagraphFont"/>
    <w:uiPriority w:val="99"/>
    <w:unhideWhenUsed/>
    <w:rsid w:val="00397A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2/03/09/world/asia/japan-shutting-down-its-nuclear-power-industry.html?_r=1" TargetMode="External"/><Relationship Id="rId3" Type="http://schemas.microsoft.com/office/2007/relationships/stylesWithEffects" Target="stylesWithEffects.xml"/><Relationship Id="rId7" Type="http://schemas.openxmlformats.org/officeDocument/2006/relationships/hyperlink" Target="http://www.nytimes.com/interactive/2011/03/13/world/asia/satellite-photos-japan-before-and-after-tsunam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interactive/2012/03/01/world/asia/JapanBeforeAfter.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E0484F12.dotm</Template>
  <TotalTime>14</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sewen</cp:lastModifiedBy>
  <cp:revision>1</cp:revision>
  <dcterms:created xsi:type="dcterms:W3CDTF">2012-03-14T21:15:00Z</dcterms:created>
  <dcterms:modified xsi:type="dcterms:W3CDTF">2012-03-14T21:29:00Z</dcterms:modified>
</cp:coreProperties>
</file>