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C5" w:rsidRPr="000B4AC5" w:rsidRDefault="000B4AC5" w:rsidP="000B4A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Political Spectrum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Left Wing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Center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Right Wing</w:t>
            </w:r>
          </w:p>
        </w:tc>
      </w:tr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Classify them (2)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Tradition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change?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Government’s role?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Law and order?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AC5" w:rsidTr="000B4AC5"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Freedoms? (2)</w:t>
            </w: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B4AC5" w:rsidRDefault="000B4AC5" w:rsidP="000B4A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P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B4AC5" w:rsidRDefault="000B4AC5"/>
    <w:p w:rsidR="000B4AC5" w:rsidRP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-more freedom to individuals and less power to police 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AC5" w:rsidRP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-less freedom to individuals and more power to police</w:t>
      </w:r>
    </w:p>
    <w:p w:rsidR="000B4AC5" w:rsidRDefault="000B4AC5" w:rsidP="000B4AC5"/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-emphasis of law and order to protect society and its traditions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-government should play a role only in that it improves the lives of citizens</w:t>
      </w:r>
    </w:p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 xml:space="preserve">-tradition is important and change should be treated with caution </w:t>
      </w:r>
    </w:p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-more liberal</w:t>
      </w:r>
    </w:p>
    <w:p w:rsidR="000B4AC5" w:rsidRDefault="000B4AC5" w:rsidP="000B4AC5">
      <w:pPr>
        <w:tabs>
          <w:tab w:val="left" w:pos="68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-law and order are important to encourage and protect right of individuals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 xml:space="preserve">-law and order are important to protect right of all citizens fairly and equally </w:t>
      </w: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P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-government should play a role only in that it improves the lives of citizens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-more conservative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-tradition is important but change is supported if most people want it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-government should play a larger role in people's lives (social services, benefits)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-support change in order to improve welfare of all citizens</w:t>
      </w:r>
    </w:p>
    <w:p w:rsidR="000B4AC5" w:rsidRDefault="000B4AC5" w:rsidP="000B4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AC5">
        <w:rPr>
          <w:rFonts w:ascii="Times New Roman" w:eastAsia="Times New Roman" w:hAnsi="Times New Roman" w:cs="Times New Roman"/>
          <w:sz w:val="24"/>
          <w:szCs w:val="24"/>
        </w:rPr>
        <w:t>-gove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rnment should play a small role and </w:t>
      </w:r>
      <w:r w:rsidRPr="000B4AC5">
        <w:rPr>
          <w:rFonts w:ascii="Times New Roman" w:eastAsia="Times New Roman" w:hAnsi="Times New Roman" w:cs="Times New Roman"/>
          <w:sz w:val="24"/>
          <w:szCs w:val="24"/>
        </w:rPr>
        <w:t>private business should ensure needs of citizens are met</w:t>
      </w:r>
    </w:p>
    <w:p w:rsidR="000B4AC5" w:rsidRDefault="000B4AC5" w:rsidP="000B4AC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4AC5" w:rsidRDefault="000B4AC5" w:rsidP="000B4AC5">
      <w:r w:rsidRPr="000B4AC5">
        <w:rPr>
          <w:rFonts w:ascii="Times New Roman" w:eastAsia="Times New Roman" w:hAnsi="Times New Roman" w:cs="Times New Roman"/>
          <w:sz w:val="24"/>
          <w:szCs w:val="24"/>
        </w:rPr>
        <w:t>-government should play a larger role in people's lives (social services, benefits)</w:t>
      </w:r>
    </w:p>
    <w:sectPr w:rsidR="000B4AC5" w:rsidSect="000B4AC5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C5"/>
    <w:rsid w:val="000B4AC5"/>
    <w:rsid w:val="0077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4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B4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4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B4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B95797AC.dotm</Template>
  <TotalTime>10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2012-02-24T14:06:00Z</dcterms:created>
  <dcterms:modified xsi:type="dcterms:W3CDTF">2012-02-24T14:16:00Z</dcterms:modified>
</cp:coreProperties>
</file>