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7" w:rsidRDefault="00FC603F">
      <w:r>
        <w:t>John Doe</w:t>
      </w:r>
    </w:p>
    <w:p w:rsidR="00FC603F" w:rsidRDefault="00FC603F">
      <w:r>
        <w:t>Period 1</w:t>
      </w:r>
    </w:p>
    <w:p w:rsidR="00FC603F" w:rsidRDefault="00FC603F" w:rsidP="00FC603F">
      <w:pPr>
        <w:jc w:val="center"/>
      </w:pPr>
      <w:r>
        <w:t>Second Semester Performance Task</w:t>
      </w:r>
    </w:p>
    <w:p w:rsidR="00FC603F" w:rsidRDefault="00FC603F" w:rsidP="00FC603F">
      <w:pPr>
        <w:jc w:val="center"/>
      </w:pPr>
      <w:r>
        <w:t>Change/Revolution</w:t>
      </w:r>
    </w:p>
    <w:p w:rsidR="00FC603F" w:rsidRDefault="00FC603F" w:rsidP="00FC603F">
      <w:pPr>
        <w:jc w:val="center"/>
      </w:pPr>
    </w:p>
    <w:p w:rsidR="00FC603F" w:rsidRDefault="00FC603F" w:rsidP="00FC603F">
      <w:r w:rsidRPr="00F422BB">
        <w:rPr>
          <w:b/>
        </w:rPr>
        <w:t>MAIN IDEA / Thesis</w:t>
      </w:r>
      <w:r>
        <w:t xml:space="preserve"> – The theme of </w:t>
      </w:r>
      <w:r w:rsidRPr="00BF2601">
        <w:rPr>
          <w:u w:val="single"/>
        </w:rPr>
        <w:t>change</w:t>
      </w:r>
      <w:r>
        <w:rPr>
          <w:u w:val="single"/>
        </w:rPr>
        <w:t>/revolution</w:t>
      </w:r>
      <w:r>
        <w:t xml:space="preserve"> was present throughout our studies during second semester.  In many cases, individual events or inventions came to represent a greater societal change.</w:t>
      </w:r>
    </w:p>
    <w:p w:rsidR="00FC603F" w:rsidRPr="00FC603F" w:rsidRDefault="00FC603F" w:rsidP="00FC603F">
      <w:pPr>
        <w:rPr>
          <w:b/>
        </w:rPr>
      </w:pPr>
      <w:r w:rsidRPr="00FC603F">
        <w:rPr>
          <w:b/>
        </w:rPr>
        <w:t xml:space="preserve">Evidence #1: </w:t>
      </w:r>
    </w:p>
    <w:p w:rsidR="00FC603F" w:rsidRPr="00FC603F" w:rsidRDefault="00FC603F" w:rsidP="00FC603F">
      <w:pPr>
        <w:rPr>
          <w:b/>
        </w:rPr>
      </w:pPr>
    </w:p>
    <w:p w:rsidR="00FC603F" w:rsidRPr="00FC603F" w:rsidRDefault="00FC603F" w:rsidP="00FC603F">
      <w:pPr>
        <w:rPr>
          <w:b/>
        </w:rPr>
      </w:pPr>
      <w:r w:rsidRPr="00FC603F">
        <w:rPr>
          <w:b/>
        </w:rPr>
        <w:t>Link #1:</w:t>
      </w:r>
    </w:p>
    <w:p w:rsidR="00FC603F" w:rsidRPr="00FC603F" w:rsidRDefault="00FC603F" w:rsidP="00FC603F">
      <w:pPr>
        <w:rPr>
          <w:b/>
        </w:rPr>
      </w:pPr>
    </w:p>
    <w:p w:rsidR="00FC603F" w:rsidRPr="00FC603F" w:rsidRDefault="00FC603F" w:rsidP="00FC603F">
      <w:pPr>
        <w:rPr>
          <w:b/>
        </w:rPr>
      </w:pPr>
    </w:p>
    <w:p w:rsidR="00FC603F" w:rsidRPr="00FC603F" w:rsidRDefault="00FC603F" w:rsidP="00FC603F">
      <w:pPr>
        <w:rPr>
          <w:b/>
        </w:rPr>
      </w:pPr>
      <w:r w:rsidRPr="00FC603F">
        <w:rPr>
          <w:b/>
        </w:rPr>
        <w:t>Evidence #2:</w:t>
      </w:r>
    </w:p>
    <w:p w:rsidR="00FC603F" w:rsidRPr="00FC603F" w:rsidRDefault="00FC603F" w:rsidP="00FC603F">
      <w:pPr>
        <w:rPr>
          <w:b/>
        </w:rPr>
      </w:pPr>
    </w:p>
    <w:p w:rsidR="00FC603F" w:rsidRPr="00FC603F" w:rsidRDefault="00FC603F" w:rsidP="00FC603F">
      <w:pPr>
        <w:rPr>
          <w:b/>
        </w:rPr>
      </w:pPr>
      <w:r w:rsidRPr="00FC603F">
        <w:rPr>
          <w:b/>
        </w:rPr>
        <w:t>Link #2:</w:t>
      </w:r>
    </w:p>
    <w:p w:rsidR="00FC603F" w:rsidRPr="00FC603F" w:rsidRDefault="00FC603F" w:rsidP="00FC603F">
      <w:pPr>
        <w:rPr>
          <w:b/>
        </w:rPr>
      </w:pPr>
    </w:p>
    <w:p w:rsidR="00FC603F" w:rsidRPr="00FC603F" w:rsidRDefault="00FC603F" w:rsidP="00FC603F">
      <w:pPr>
        <w:rPr>
          <w:b/>
        </w:rPr>
      </w:pPr>
    </w:p>
    <w:p w:rsidR="00FC603F" w:rsidRPr="00FC603F" w:rsidRDefault="00FC603F" w:rsidP="00FC603F">
      <w:pPr>
        <w:rPr>
          <w:b/>
        </w:rPr>
      </w:pPr>
      <w:r w:rsidRPr="00FC603F">
        <w:rPr>
          <w:b/>
        </w:rPr>
        <w:t>Evidence #3:</w:t>
      </w:r>
    </w:p>
    <w:p w:rsidR="00FC603F" w:rsidRPr="00FC603F" w:rsidRDefault="00FC603F" w:rsidP="00FC603F">
      <w:pPr>
        <w:rPr>
          <w:b/>
        </w:rPr>
      </w:pPr>
    </w:p>
    <w:p w:rsidR="00FC603F" w:rsidRPr="00FC603F" w:rsidRDefault="00FC603F" w:rsidP="00FC603F">
      <w:pPr>
        <w:rPr>
          <w:b/>
        </w:rPr>
      </w:pPr>
      <w:r w:rsidRPr="00FC603F">
        <w:rPr>
          <w:b/>
        </w:rPr>
        <w:t>Link #3:</w:t>
      </w:r>
    </w:p>
    <w:p w:rsidR="00FC603F" w:rsidRPr="00FC603F" w:rsidRDefault="00FC603F" w:rsidP="00FC603F">
      <w:pPr>
        <w:rPr>
          <w:b/>
        </w:rPr>
      </w:pPr>
    </w:p>
    <w:p w:rsidR="00FC603F" w:rsidRPr="00FC603F" w:rsidRDefault="00FC603F" w:rsidP="00FC603F">
      <w:pPr>
        <w:rPr>
          <w:b/>
        </w:rPr>
      </w:pPr>
    </w:p>
    <w:p w:rsidR="00FC603F" w:rsidRPr="00FC603F" w:rsidRDefault="00FC603F" w:rsidP="00FC603F">
      <w:pPr>
        <w:rPr>
          <w:b/>
        </w:rPr>
      </w:pPr>
      <w:r w:rsidRPr="00FC603F">
        <w:rPr>
          <w:b/>
        </w:rPr>
        <w:t>Evidence #4:</w:t>
      </w:r>
    </w:p>
    <w:p w:rsidR="00FC603F" w:rsidRPr="00FC603F" w:rsidRDefault="00FC603F" w:rsidP="00FC603F">
      <w:pPr>
        <w:rPr>
          <w:b/>
        </w:rPr>
      </w:pPr>
    </w:p>
    <w:p w:rsidR="00FC603F" w:rsidRDefault="00FC603F" w:rsidP="00FC603F">
      <w:pPr>
        <w:rPr>
          <w:b/>
        </w:rPr>
      </w:pPr>
      <w:r w:rsidRPr="00FC603F">
        <w:rPr>
          <w:b/>
        </w:rPr>
        <w:t>Link #4:</w:t>
      </w:r>
    </w:p>
    <w:p w:rsidR="00FC603F" w:rsidRDefault="00FC603F" w:rsidP="00FC603F">
      <w:pPr>
        <w:rPr>
          <w:sz w:val="20"/>
          <w:szCs w:val="20"/>
        </w:rPr>
      </w:pPr>
    </w:p>
    <w:p w:rsidR="00FC603F" w:rsidRDefault="00FC603F" w:rsidP="00FC603F"/>
    <w:p w:rsidR="00541A24" w:rsidRDefault="00541A24" w:rsidP="00FC603F"/>
    <w:p w:rsidR="00541A24" w:rsidRDefault="00541A24" w:rsidP="00FC603F"/>
    <w:p w:rsidR="00FC603F" w:rsidRPr="00FC603F" w:rsidRDefault="00FC603F" w:rsidP="00FC603F">
      <w:pPr>
        <w:rPr>
          <w:b/>
        </w:rPr>
      </w:pPr>
      <w:r w:rsidRPr="00FC603F">
        <w:rPr>
          <w:b/>
        </w:rPr>
        <w:lastRenderedPageBreak/>
        <w:t>Document #1</w:t>
      </w:r>
      <w:r>
        <w:rPr>
          <w:b/>
        </w:rPr>
        <w:t xml:space="preserve"> (use any of the 4 docs provided for you…for this sample Doc #1 is the Luther doc)</w:t>
      </w:r>
    </w:p>
    <w:p w:rsidR="00FC603F" w:rsidRDefault="00FC603F" w:rsidP="00FC603F">
      <w:r>
        <w:object w:dxaOrig="14595" w:dyaOrig="7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pt;height:175.85pt" o:ole="">
            <v:imagedata r:id="rId5" o:title=""/>
          </v:shape>
          <o:OLEObject Type="Embed" ProgID="PBrush" ShapeID="_x0000_i1025" DrawAspect="Content" ObjectID="_1398767273" r:id="rId6"/>
        </w:object>
      </w:r>
    </w:p>
    <w:p w:rsidR="00FC603F" w:rsidRPr="00FC603F" w:rsidRDefault="00FC603F" w:rsidP="00FC603F">
      <w:pPr>
        <w:rPr>
          <w:b/>
        </w:rPr>
      </w:pPr>
      <w:r w:rsidRPr="00FC603F">
        <w:rPr>
          <w:b/>
        </w:rPr>
        <w:t>Document #2</w:t>
      </w:r>
      <w:r>
        <w:rPr>
          <w:b/>
        </w:rPr>
        <w:t xml:space="preserve"> (use any of the 4 docs provided for you…for this sample Doc #2 is the French Rev doc)</w:t>
      </w:r>
    </w:p>
    <w:p w:rsidR="00FC603F" w:rsidRDefault="00FC603F" w:rsidP="00FC603F">
      <w:r>
        <w:rPr>
          <w:noProof/>
        </w:rPr>
        <w:drawing>
          <wp:inline distT="0" distB="0" distL="0" distR="0" wp14:anchorId="03EE803E" wp14:editId="6FBA7D52">
            <wp:extent cx="3867150" cy="1781496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781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FC603F" w:rsidRDefault="00541A24" w:rsidP="00FC603F">
      <w:pPr>
        <w:rPr>
          <w:b/>
        </w:rPr>
      </w:pPr>
      <w:r>
        <w:rPr>
          <w:b/>
        </w:rPr>
        <w:t xml:space="preserve">Document #3 </w:t>
      </w:r>
      <w:r>
        <w:rPr>
          <w:b/>
        </w:rPr>
        <w:t>(use any of the 4 docs provided for you…</w:t>
      </w:r>
      <w:r>
        <w:rPr>
          <w:b/>
        </w:rPr>
        <w:t>for this sample Doc #3</w:t>
      </w:r>
      <w:r>
        <w:rPr>
          <w:b/>
        </w:rPr>
        <w:t xml:space="preserve"> is the </w:t>
      </w:r>
      <w:r>
        <w:rPr>
          <w:b/>
        </w:rPr>
        <w:t>assembly line doc</w:t>
      </w:r>
      <w:bookmarkStart w:id="0" w:name="_GoBack"/>
      <w:bookmarkEnd w:id="0"/>
      <w:r>
        <w:rPr>
          <w:b/>
        </w:rPr>
        <w:t>)</w:t>
      </w:r>
    </w:p>
    <w:p w:rsidR="00541A24" w:rsidRDefault="00541A24" w:rsidP="00541A24">
      <w:r>
        <w:t>Source: undated photograph of an assembly line</w:t>
      </w:r>
    </w:p>
    <w:p w:rsidR="00FC603F" w:rsidRDefault="00541A24" w:rsidP="00FC603F">
      <w:pPr>
        <w:rPr>
          <w:b/>
        </w:rPr>
      </w:pPr>
      <w:r>
        <w:rPr>
          <w:noProof/>
        </w:rPr>
        <w:drawing>
          <wp:inline distT="0" distB="0" distL="0" distR="0" wp14:anchorId="3BEA5689" wp14:editId="28069904">
            <wp:extent cx="2466975" cy="2013052"/>
            <wp:effectExtent l="19050" t="0" r="9525" b="0"/>
            <wp:docPr id="3" name="Picture 3" descr="http://2.bp.blogspot.com/_dEkfp-fh18I/TNl89cDOnMI/AAAAAAAAABA/gi8h-hNmx98/s1600/assembly-line-wo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2.bp.blogspot.com/_dEkfp-fh18I/TNl89cDOnMI/AAAAAAAAABA/gi8h-hNmx98/s1600/assembly-line-wom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013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FC603F" w:rsidRDefault="00FC603F" w:rsidP="00FC603F">
      <w:pPr>
        <w:rPr>
          <w:b/>
        </w:rPr>
      </w:pPr>
      <w:r>
        <w:rPr>
          <w:b/>
        </w:rPr>
        <w:t>Document #5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C603F" w:rsidTr="00FC603F">
        <w:tc>
          <w:tcPr>
            <w:tcW w:w="9576" w:type="dxa"/>
          </w:tcPr>
          <w:p w:rsidR="00FC603F" w:rsidRDefault="00FC603F" w:rsidP="00FC603F">
            <w:pPr>
              <w:rPr>
                <w:b/>
              </w:rPr>
            </w:pPr>
            <w:r>
              <w:rPr>
                <w:b/>
              </w:rPr>
              <w:t>Insert the document you found here…or an excerpt from the document</w:t>
            </w:r>
          </w:p>
          <w:p w:rsidR="00FC603F" w:rsidRDefault="00FC603F" w:rsidP="00FC603F">
            <w:pPr>
              <w:rPr>
                <w:b/>
              </w:rPr>
            </w:pPr>
          </w:p>
          <w:p w:rsidR="00FC603F" w:rsidRDefault="00FC603F" w:rsidP="00FC603F">
            <w:pPr>
              <w:rPr>
                <w:b/>
              </w:rPr>
            </w:pPr>
          </w:p>
          <w:p w:rsidR="00FC603F" w:rsidRDefault="00FC603F" w:rsidP="00FC603F">
            <w:pPr>
              <w:rPr>
                <w:b/>
              </w:rPr>
            </w:pPr>
          </w:p>
          <w:p w:rsidR="00FC603F" w:rsidRDefault="00FC603F" w:rsidP="00FC603F">
            <w:pPr>
              <w:rPr>
                <w:b/>
              </w:rPr>
            </w:pPr>
          </w:p>
        </w:tc>
      </w:tr>
    </w:tbl>
    <w:p w:rsidR="00FC603F" w:rsidRPr="00FC603F" w:rsidRDefault="00FC603F" w:rsidP="00FC603F">
      <w:pPr>
        <w:rPr>
          <w:b/>
        </w:rPr>
      </w:pPr>
    </w:p>
    <w:sectPr w:rsidR="00FC603F" w:rsidRPr="00FC603F" w:rsidSect="00541A24">
      <w:pgSz w:w="12240" w:h="15840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3F"/>
    <w:rsid w:val="00472367"/>
    <w:rsid w:val="00541A24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0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6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0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6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C871CBE5.dotm</Template>
  <TotalTime>138</TotalTime>
  <Pages>2</Pages>
  <Words>139</Words>
  <Characters>689</Characters>
  <Application>Microsoft Office Word</Application>
  <DocSecurity>0</DocSecurity>
  <Lines>10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sewen</dc:creator>
  <cp:lastModifiedBy>sewen</cp:lastModifiedBy>
  <cp:revision>2</cp:revision>
  <dcterms:created xsi:type="dcterms:W3CDTF">2012-05-17T16:18:00Z</dcterms:created>
  <dcterms:modified xsi:type="dcterms:W3CDTF">2012-05-17T18:39:00Z</dcterms:modified>
</cp:coreProperties>
</file>